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60" w:rsidRPr="00521BFF" w:rsidRDefault="00923F60" w:rsidP="00521B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P37"/>
      <w:bookmarkEnd w:id="0"/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</w:t>
      </w:r>
      <w:r w:rsidRPr="00521BFF">
        <w:rPr>
          <w:rFonts w:ascii="Times New Roman" w:hAnsi="Times New Roman" w:cs="Times New Roman"/>
          <w:b/>
          <w:bCs/>
        </w:rPr>
        <w:t>ПРОЕКТ</w:t>
      </w:r>
    </w:p>
    <w:p w:rsidR="00923F60" w:rsidRDefault="00923F60" w:rsidP="00CF15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23F60" w:rsidRDefault="00923F60" w:rsidP="00CF15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DB5E8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Pr="00CF15CA">
        <w:rPr>
          <w:rFonts w:ascii="Times New Roman" w:hAnsi="Times New Roman" w:cs="Times New Roman"/>
        </w:rPr>
        <w:t>1</w:t>
      </w:r>
    </w:p>
    <w:p w:rsidR="00923F60" w:rsidRDefault="00923F60" w:rsidP="00CF15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Сельской Думы МО</w:t>
      </w:r>
    </w:p>
    <w:p w:rsidR="00923F60" w:rsidRDefault="00923F60" w:rsidP="00CF15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сельское поселение «Деревня Куркино»</w:t>
      </w:r>
    </w:p>
    <w:p w:rsidR="00923F60" w:rsidRPr="00CF15CA" w:rsidRDefault="00923F60" w:rsidP="00CF15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F15CA">
        <w:rPr>
          <w:rFonts w:ascii="Times New Roman" w:hAnsi="Times New Roman" w:cs="Times New Roman"/>
          <w:b w:val="0"/>
          <w:bCs w:val="0"/>
        </w:rPr>
        <w:t xml:space="preserve">от </w:t>
      </w:r>
      <w:r>
        <w:rPr>
          <w:rFonts w:ascii="Times New Roman" w:hAnsi="Times New Roman" w:cs="Times New Roman"/>
          <w:b w:val="0"/>
          <w:bCs w:val="0"/>
        </w:rPr>
        <w:t xml:space="preserve">12 октября </w:t>
      </w:r>
      <w:r w:rsidRPr="00CF15CA">
        <w:rPr>
          <w:rFonts w:ascii="Times New Roman" w:hAnsi="Times New Roman" w:cs="Times New Roman"/>
          <w:b w:val="0"/>
          <w:bCs w:val="0"/>
        </w:rPr>
        <w:t xml:space="preserve">2015 года № </w:t>
      </w:r>
      <w:r>
        <w:rPr>
          <w:rFonts w:ascii="Times New Roman" w:hAnsi="Times New Roman" w:cs="Times New Roman"/>
          <w:b w:val="0"/>
          <w:bCs w:val="0"/>
        </w:rPr>
        <w:t>13</w:t>
      </w:r>
    </w:p>
    <w:p w:rsidR="00923F60" w:rsidRDefault="00923F60" w:rsidP="000835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23F60" w:rsidRPr="000835CB" w:rsidRDefault="00923F60" w:rsidP="000835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>КОНТРАКТ</w:t>
      </w:r>
    </w:p>
    <w:p w:rsidR="00923F60" w:rsidRPr="000835CB" w:rsidRDefault="00923F60" w:rsidP="000835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0835CB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МЕСТНОЙАДМ</w:t>
      </w:r>
      <w:r>
        <w:rPr>
          <w:rFonts w:ascii="Times New Roman" w:hAnsi="Times New Roman" w:cs="Times New Roman"/>
          <w:sz w:val="26"/>
          <w:szCs w:val="26"/>
        </w:rPr>
        <w:t>ИНИСТР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АЦИИ МУНИЦИПАЛЬНОГО ОБРАЗОВАНИЯ СЕЛЬСКОЕ ПОСЕЛЕНИЕ «Деревня Куркино»</w:t>
      </w:r>
    </w:p>
    <w:p w:rsidR="00923F60" w:rsidRDefault="00923F60" w:rsidP="00083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0835CB" w:rsidRDefault="00923F60" w:rsidP="00F04E0D">
      <w:pPr>
        <w:pStyle w:val="ConsPlusNonformat"/>
        <w:widowControl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__д.Куркино__________                       «_____»  ______________ 20____  года                                     </w:t>
      </w:r>
    </w:p>
    <w:p w:rsidR="00923F60" w:rsidRPr="00833D05" w:rsidRDefault="00923F60" w:rsidP="00F04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33D05">
        <w:rPr>
          <w:rFonts w:ascii="Times New Roman" w:hAnsi="Times New Roman" w:cs="Times New Roman"/>
        </w:rPr>
        <w:t>(место заключения контракта)</w:t>
      </w:r>
    </w:p>
    <w:p w:rsidR="00923F60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Default="00923F60" w:rsidP="000835CB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Сельская Дума </w:t>
      </w:r>
      <w:r w:rsidRPr="000835CB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сельское поселение «</w:t>
      </w:r>
      <w:r>
        <w:rPr>
          <w:rFonts w:ascii="Times New Roman" w:hAnsi="Times New Roman" w:cs="Times New Roman"/>
          <w:b/>
          <w:bCs/>
          <w:sz w:val="26"/>
          <w:szCs w:val="26"/>
        </w:rPr>
        <w:t>Деревня Куркино</w:t>
      </w:r>
      <w:r w:rsidRPr="000835CB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C158C4">
        <w:rPr>
          <w:rFonts w:ascii="Times New Roman" w:hAnsi="Times New Roman" w:cs="Times New Roman"/>
          <w:sz w:val="26"/>
          <w:szCs w:val="26"/>
        </w:rPr>
        <w:t>в лице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58C4">
        <w:rPr>
          <w:rFonts w:ascii="Times New Roman" w:hAnsi="Times New Roman" w:cs="Times New Roman"/>
          <w:sz w:val="26"/>
          <w:szCs w:val="26"/>
        </w:rPr>
        <w:t xml:space="preserve">Главы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сельское поселение «Деревня Куркино»</w:t>
      </w:r>
      <w:r w:rsidRPr="000835CB">
        <w:rPr>
          <w:rFonts w:ascii="Times New Roman" w:hAnsi="Times New Roman" w:cs="Times New Roman"/>
          <w:sz w:val="26"/>
          <w:szCs w:val="26"/>
        </w:rPr>
        <w:t>, действующ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0835CB">
        <w:rPr>
          <w:rFonts w:ascii="Times New Roman" w:hAnsi="Times New Roman" w:cs="Times New Roman"/>
          <w:sz w:val="26"/>
          <w:szCs w:val="26"/>
        </w:rPr>
        <w:t xml:space="preserve"> на основании Устава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сельское поселение «Деревня Куркино», им</w:t>
      </w:r>
      <w:r w:rsidRPr="000835CB">
        <w:rPr>
          <w:rFonts w:ascii="Times New Roman" w:hAnsi="Times New Roman" w:cs="Times New Roman"/>
          <w:sz w:val="26"/>
          <w:szCs w:val="26"/>
        </w:rPr>
        <w:t xml:space="preserve">енуемый в дальнейшем "Представитель нанимателя", </w:t>
      </w:r>
    </w:p>
    <w:p w:rsidR="00923F60" w:rsidRPr="000835CB" w:rsidRDefault="00923F60" w:rsidP="000835CB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>и гражданин</w:t>
      </w:r>
      <w:r>
        <w:rPr>
          <w:rFonts w:ascii="Times New Roman" w:hAnsi="Times New Roman" w:cs="Times New Roman"/>
          <w:sz w:val="26"/>
          <w:szCs w:val="26"/>
        </w:rPr>
        <w:t xml:space="preserve"> РФ 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</w:t>
      </w:r>
      <w:r w:rsidRPr="000835CB">
        <w:rPr>
          <w:rFonts w:ascii="Times New Roman" w:hAnsi="Times New Roman" w:cs="Times New Roman"/>
          <w:sz w:val="26"/>
          <w:szCs w:val="26"/>
        </w:rPr>
        <w:t>,, именуем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0835CB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дальнейшем "Глав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  администрации", назначенн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0835CB">
        <w:rPr>
          <w:rFonts w:ascii="Times New Roman" w:hAnsi="Times New Roman" w:cs="Times New Roman"/>
          <w:sz w:val="26"/>
          <w:szCs w:val="26"/>
        </w:rPr>
        <w:t xml:space="preserve">  на должность  Главы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 xml:space="preserve">местной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МО сельское поселение «Деревня Куркино» </w:t>
      </w:r>
      <w:r w:rsidRPr="000835CB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решения Сельской Думы МО сельское поселение «Деревня Куркино» от «____» ______________ 20___ года № ____</w:t>
      </w:r>
      <w:r w:rsidRPr="000835CB">
        <w:rPr>
          <w:rFonts w:ascii="Times New Roman" w:hAnsi="Times New Roman" w:cs="Times New Roman"/>
          <w:sz w:val="26"/>
          <w:szCs w:val="26"/>
        </w:rPr>
        <w:t>заключили настоящий контракт о нижеследующем: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0835CB" w:rsidRDefault="00923F60" w:rsidP="00F1657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35CB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0835CB" w:rsidRDefault="00923F60" w:rsidP="000835C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1.1. Настоящий  контракт  имеет целью  определение  взаимных  прав,  обязанностей и ответственности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сторон в период действия контракта.</w:t>
      </w:r>
    </w:p>
    <w:p w:rsidR="00923F60" w:rsidRPr="000835CB" w:rsidRDefault="00923F60" w:rsidP="000835C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1.2. По настоящему контракту </w:t>
      </w:r>
      <w:r>
        <w:rPr>
          <w:rFonts w:ascii="Times New Roman" w:hAnsi="Times New Roman" w:cs="Times New Roman"/>
          <w:sz w:val="26"/>
          <w:szCs w:val="26"/>
        </w:rPr>
        <w:t>Глава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 администрации  </w:t>
      </w:r>
      <w:r>
        <w:rPr>
          <w:rFonts w:ascii="Times New Roman" w:hAnsi="Times New Roman" w:cs="Times New Roman"/>
          <w:sz w:val="26"/>
          <w:szCs w:val="26"/>
        </w:rPr>
        <w:t xml:space="preserve">МО сельское поселение «Деревня Куркино» (далее –Глава местной администрации) </w:t>
      </w:r>
      <w:r w:rsidRPr="000835CB">
        <w:rPr>
          <w:rFonts w:ascii="Times New Roman" w:hAnsi="Times New Roman" w:cs="Times New Roman"/>
          <w:sz w:val="26"/>
          <w:szCs w:val="26"/>
        </w:rPr>
        <w:t>берет на себя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обязательства, связанные с  прохождением  муниципальной службы в  Калужской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области, а  Представитель  нанимателя  обязуется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обеспечить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r w:rsidRPr="000835CB">
        <w:rPr>
          <w:rFonts w:ascii="Times New Roman" w:hAnsi="Times New Roman" w:cs="Times New Roman"/>
          <w:sz w:val="26"/>
          <w:szCs w:val="26"/>
        </w:rPr>
        <w:t>местной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администрации прохождение  муниципальной  службы  в  Калужской  области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соответствии с  законодательством Российской  Федерации и законодательством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Калужской области о местном самоуправлении и муниципальной службе.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1.3. Глав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 администрации обязуется:</w:t>
      </w:r>
    </w:p>
    <w:p w:rsidR="00923F60" w:rsidRPr="00B46C10" w:rsidRDefault="00923F60" w:rsidP="000E333C">
      <w:pPr>
        <w:pStyle w:val="ConsPlusNonformat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46C10">
        <w:rPr>
          <w:rFonts w:ascii="Times New Roman" w:hAnsi="Times New Roman" w:cs="Times New Roman"/>
          <w:sz w:val="26"/>
          <w:szCs w:val="26"/>
        </w:rPr>
        <w:t>исполнять   должностные    обязанности   по   должности  Главы  местной администрации МО сельское поселение «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B46C10">
        <w:rPr>
          <w:rFonts w:ascii="Times New Roman" w:hAnsi="Times New Roman" w:cs="Times New Roman"/>
          <w:sz w:val="26"/>
          <w:szCs w:val="26"/>
        </w:rPr>
        <w:t xml:space="preserve">», учрежденной  в  целях осуществления полномочий по решению вопросов местного значения, определенных в Федеральном </w:t>
      </w:r>
      <w:hyperlink r:id="rId5" w:history="1">
        <w:r w:rsidRPr="00B46C10">
          <w:rPr>
            <w:rFonts w:ascii="Times New Roman" w:hAnsi="Times New Roman" w:cs="Times New Roman"/>
            <w:sz w:val="26"/>
            <w:szCs w:val="26"/>
          </w:rPr>
          <w:t>законе</w:t>
        </w:r>
      </w:hyperlink>
      <w:r w:rsidRPr="00B46C10">
        <w:rPr>
          <w:rFonts w:ascii="Times New Roman" w:hAnsi="Times New Roman" w:cs="Times New Roman"/>
          <w:sz w:val="26"/>
          <w:szCs w:val="26"/>
        </w:rPr>
        <w:t xml:space="preserve"> от 6 октября 2003 года N 131-ФЗ "Об  общих  принципах  организации  местного  самоуправления  в  Российской Федерации" и закрепленных в Уставе МО сельское поселение «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B46C10">
        <w:rPr>
          <w:rFonts w:ascii="Times New Roman" w:hAnsi="Times New Roman" w:cs="Times New Roman"/>
          <w:sz w:val="26"/>
          <w:szCs w:val="26"/>
        </w:rPr>
        <w:t>» и  осуществления  отдельных  государственных полномочий, переданных органам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6C10">
        <w:rPr>
          <w:rFonts w:ascii="Times New Roman" w:hAnsi="Times New Roman" w:cs="Times New Roman"/>
          <w:sz w:val="26"/>
          <w:szCs w:val="26"/>
        </w:rPr>
        <w:t>местного самоуправления федеральными законами, законами Калужской области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6C10">
        <w:rPr>
          <w:rFonts w:ascii="Times New Roman" w:hAnsi="Times New Roman" w:cs="Times New Roman"/>
          <w:sz w:val="26"/>
          <w:szCs w:val="26"/>
        </w:rPr>
        <w:t>соответствии  с прилагаемой к  настоящему контракту должностной инструкцией</w:t>
      </w:r>
      <w:r>
        <w:rPr>
          <w:rFonts w:ascii="Times New Roman" w:hAnsi="Times New Roman" w:cs="Times New Roman"/>
          <w:sz w:val="26"/>
          <w:szCs w:val="26"/>
        </w:rPr>
        <w:t xml:space="preserve"> Главы местной администрации;</w:t>
      </w:r>
    </w:p>
    <w:p w:rsidR="00923F60" w:rsidRPr="000835CB" w:rsidRDefault="00923F60" w:rsidP="000E333C">
      <w:pPr>
        <w:pStyle w:val="ConsPlusNonformat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>соблюдать правила внутреннего   трудового   распорядка  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МО сельское поселение «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0835C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1.4. </w:t>
      </w:r>
      <w:r w:rsidRPr="000835CB">
        <w:rPr>
          <w:rFonts w:ascii="Times New Roman" w:hAnsi="Times New Roman" w:cs="Times New Roman"/>
          <w:sz w:val="26"/>
          <w:szCs w:val="26"/>
        </w:rPr>
        <w:t xml:space="preserve"> Представитель нанимателя обязуется:</w:t>
      </w:r>
    </w:p>
    <w:p w:rsidR="00923F60" w:rsidRPr="000835CB" w:rsidRDefault="00923F60" w:rsidP="00F16575">
      <w:pPr>
        <w:pStyle w:val="ConsPlusNonformat"/>
        <w:widowControl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>обеспечить    Глав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835CB">
        <w:rPr>
          <w:rFonts w:ascii="Times New Roman" w:hAnsi="Times New Roman" w:cs="Times New Roman"/>
          <w:sz w:val="26"/>
          <w:szCs w:val="26"/>
        </w:rPr>
        <w:t xml:space="preserve">    местной   администрации   замещение    должности муниципальной службы в Калужской области в соответствии с законодательством Российской  Федерации  и  законодательством  Калужской  области  о  местном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самоуправлении и муниципальной службе;</w:t>
      </w:r>
    </w:p>
    <w:p w:rsidR="00923F60" w:rsidRDefault="00923F60" w:rsidP="00F16575">
      <w:pPr>
        <w:pStyle w:val="ConsPlusNonformat"/>
        <w:widowControl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>своевременно и в полном объеме выплачивать Глав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  администрации денежное  содержание  и   предоставлять   ему  гарантии  в  соответствии  с законодательством   Российской   Федерации  и  законодательством  Калужской области  о   местном   самоуправлении  и   муниципальной   службе,  Уставом муниципального образования, муниципальными правовыми актами.</w:t>
      </w:r>
    </w:p>
    <w:p w:rsidR="00923F60" w:rsidRPr="00F16575" w:rsidRDefault="00923F60" w:rsidP="00F16575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>1.5. Настоящий контракт заключается на срок полномочий Сельской Думы МО сельское поселение «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F16575">
        <w:rPr>
          <w:rFonts w:ascii="Times New Roman" w:hAnsi="Times New Roman" w:cs="Times New Roman"/>
          <w:sz w:val="26"/>
          <w:szCs w:val="26"/>
        </w:rPr>
        <w:t>».</w:t>
      </w:r>
    </w:p>
    <w:p w:rsidR="00923F60" w:rsidRDefault="00923F60" w:rsidP="00C158C4">
      <w:pPr>
        <w:pStyle w:val="ConsPlusNonformat"/>
        <w:widowControl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0835CB">
        <w:rPr>
          <w:rFonts w:ascii="Times New Roman" w:hAnsi="Times New Roman" w:cs="Times New Roman"/>
          <w:sz w:val="26"/>
          <w:szCs w:val="26"/>
        </w:rPr>
        <w:t xml:space="preserve">. Дата начала осуществления </w:t>
      </w:r>
      <w:r>
        <w:rPr>
          <w:rFonts w:ascii="Times New Roman" w:hAnsi="Times New Roman" w:cs="Times New Roman"/>
          <w:sz w:val="26"/>
          <w:szCs w:val="26"/>
        </w:rPr>
        <w:t>Главой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должностных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>«_____» 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20____ года.</w:t>
      </w:r>
    </w:p>
    <w:p w:rsidR="00923F60" w:rsidRPr="009328F3" w:rsidRDefault="00923F60" w:rsidP="009328F3">
      <w:pPr>
        <w:pStyle w:val="NoSpacing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28F3">
        <w:rPr>
          <w:rFonts w:ascii="Times New Roman" w:hAnsi="Times New Roman" w:cs="Times New Roman"/>
          <w:sz w:val="26"/>
          <w:szCs w:val="26"/>
        </w:rPr>
        <w:t>1.7.Место</w:t>
      </w:r>
      <w:r>
        <w:rPr>
          <w:rFonts w:ascii="Times New Roman" w:hAnsi="Times New Roman" w:cs="Times New Roman"/>
          <w:sz w:val="26"/>
          <w:szCs w:val="26"/>
        </w:rPr>
        <w:t>м р</w:t>
      </w:r>
      <w:r w:rsidRPr="009328F3">
        <w:rPr>
          <w:rFonts w:ascii="Times New Roman" w:hAnsi="Times New Roman" w:cs="Times New Roman"/>
          <w:sz w:val="26"/>
          <w:szCs w:val="26"/>
        </w:rPr>
        <w:t>абот</w:t>
      </w:r>
      <w:r>
        <w:rPr>
          <w:rFonts w:ascii="Times New Roman" w:hAnsi="Times New Roman" w:cs="Times New Roman"/>
          <w:sz w:val="26"/>
          <w:szCs w:val="26"/>
        </w:rPr>
        <w:t xml:space="preserve">ы является офис администрации, </w:t>
      </w:r>
      <w:r w:rsidRPr="009328F3">
        <w:rPr>
          <w:rFonts w:ascii="Times New Roman" w:hAnsi="Times New Roman" w:cs="Times New Roman"/>
          <w:sz w:val="26"/>
          <w:szCs w:val="26"/>
        </w:rPr>
        <w:t>распо</w:t>
      </w:r>
      <w:r>
        <w:rPr>
          <w:rFonts w:ascii="Times New Roman" w:hAnsi="Times New Roman" w:cs="Times New Roman"/>
          <w:sz w:val="26"/>
          <w:szCs w:val="26"/>
        </w:rPr>
        <w:t>ложенный по</w:t>
      </w:r>
      <w:r w:rsidRPr="009328F3">
        <w:rPr>
          <w:rFonts w:ascii="Times New Roman" w:hAnsi="Times New Roman" w:cs="Times New Roman"/>
          <w:sz w:val="26"/>
          <w:szCs w:val="26"/>
        </w:rPr>
        <w:t xml:space="preserve"> адресу: </w:t>
      </w:r>
      <w:r>
        <w:rPr>
          <w:rFonts w:ascii="Times New Roman" w:hAnsi="Times New Roman" w:cs="Times New Roman"/>
          <w:sz w:val="26"/>
          <w:szCs w:val="26"/>
        </w:rPr>
        <w:t xml:space="preserve">Калужская область, </w:t>
      </w:r>
      <w:r w:rsidRPr="009328F3">
        <w:rPr>
          <w:rFonts w:ascii="Times New Roman" w:hAnsi="Times New Roman" w:cs="Times New Roman"/>
          <w:sz w:val="26"/>
          <w:szCs w:val="26"/>
        </w:rPr>
        <w:t>Юхнов</w:t>
      </w:r>
      <w:r>
        <w:rPr>
          <w:rFonts w:ascii="Times New Roman" w:hAnsi="Times New Roman" w:cs="Times New Roman"/>
          <w:sz w:val="26"/>
          <w:szCs w:val="26"/>
        </w:rPr>
        <w:t>ский район, д.Куркино, ул.Школьная, д.2.</w:t>
      </w:r>
    </w:p>
    <w:p w:rsidR="00923F60" w:rsidRPr="009328F3" w:rsidRDefault="00923F60" w:rsidP="009328F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F16575" w:rsidRDefault="00923F60" w:rsidP="00F1657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6575">
        <w:rPr>
          <w:rFonts w:ascii="Times New Roman" w:hAnsi="Times New Roman" w:cs="Times New Roman"/>
          <w:b/>
          <w:bCs/>
          <w:sz w:val="26"/>
          <w:szCs w:val="26"/>
        </w:rPr>
        <w:t>2. Права и обязанности Главы местной администрации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F16575" w:rsidRDefault="00923F60" w:rsidP="00F1657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2.1. Глав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  администрации имеет  права, предусмотренные статьей</w:t>
      </w:r>
      <w:hyperlink r:id="rId6" w:history="1">
        <w:r w:rsidRPr="00F16575">
          <w:rPr>
            <w:rFonts w:ascii="Times New Roman" w:hAnsi="Times New Roman" w:cs="Times New Roman"/>
            <w:sz w:val="26"/>
            <w:szCs w:val="26"/>
          </w:rPr>
          <w:t>11</w:t>
        </w:r>
      </w:hyperlink>
      <w:r w:rsidRPr="00F16575">
        <w:rPr>
          <w:rFonts w:ascii="Times New Roman" w:hAnsi="Times New Roman" w:cs="Times New Roman"/>
          <w:sz w:val="26"/>
          <w:szCs w:val="26"/>
        </w:rPr>
        <w:t xml:space="preserve"> Федерального закона от 2 марта 2007 года N 25-ФЗ "О муниципальной службе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в Российской  Федерации",  иными  нормативными  правовыми  актами о местном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самоуправлении  и  о  муниципальной  службе,  в том числе право расторгнуть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контракт  и  уволиться  с  муниципальной  службы  по  собственному желанию,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предупредив  об этом Представителя нанимателя в письменной форме не позднее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16575">
        <w:rPr>
          <w:rFonts w:ascii="Times New Roman" w:hAnsi="Times New Roman" w:cs="Times New Roman"/>
          <w:sz w:val="26"/>
          <w:szCs w:val="26"/>
        </w:rPr>
        <w:t>чем за две недели.</w:t>
      </w:r>
    </w:p>
    <w:p w:rsidR="00923F60" w:rsidRPr="00F16575" w:rsidRDefault="00923F60" w:rsidP="00F1657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2.2.  Глав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16575">
        <w:rPr>
          <w:rFonts w:ascii="Times New Roman" w:hAnsi="Times New Roman" w:cs="Times New Roman"/>
          <w:sz w:val="26"/>
          <w:szCs w:val="26"/>
        </w:rPr>
        <w:t xml:space="preserve">  местной администрации исполняет обязанности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 xml:space="preserve">служащего,  предусмотренные  </w:t>
      </w:r>
      <w:hyperlink r:id="rId7" w:history="1">
        <w:r w:rsidRPr="00F16575">
          <w:rPr>
            <w:rFonts w:ascii="Times New Roman" w:hAnsi="Times New Roman" w:cs="Times New Roman"/>
            <w:sz w:val="26"/>
            <w:szCs w:val="26"/>
          </w:rPr>
          <w:t>статьей 12</w:t>
        </w:r>
      </w:hyperlink>
      <w:r w:rsidRPr="00F16575">
        <w:rPr>
          <w:rFonts w:ascii="Times New Roman" w:hAnsi="Times New Roman" w:cs="Times New Roman"/>
          <w:sz w:val="26"/>
          <w:szCs w:val="26"/>
        </w:rPr>
        <w:t xml:space="preserve"> Федерального закона от 2 марта 2007года  N  25-ФЗ  "О  муниципальной  службе  в Российской Федерации", а также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обязан  соблюдать  ограничения  и  не нарушать запреты, которые установлены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 xml:space="preserve">соответственно </w:t>
      </w:r>
      <w:hyperlink r:id="rId8" w:history="1">
        <w:r w:rsidRPr="00F16575">
          <w:rPr>
            <w:rFonts w:ascii="Times New Roman" w:hAnsi="Times New Roman" w:cs="Times New Roman"/>
            <w:sz w:val="26"/>
            <w:szCs w:val="26"/>
          </w:rPr>
          <w:t>статьями 13</w:t>
        </w:r>
      </w:hyperlink>
      <w:r w:rsidRPr="00F16575">
        <w:rPr>
          <w:rFonts w:ascii="Times New Roman" w:hAnsi="Times New Roman" w:cs="Times New Roman"/>
          <w:sz w:val="26"/>
          <w:szCs w:val="26"/>
        </w:rPr>
        <w:t xml:space="preserve"> и </w:t>
      </w:r>
      <w:hyperlink r:id="rId9" w:history="1">
        <w:r w:rsidRPr="00F16575">
          <w:rPr>
            <w:rFonts w:ascii="Times New Roman" w:hAnsi="Times New Roman" w:cs="Times New Roman"/>
            <w:sz w:val="26"/>
            <w:szCs w:val="26"/>
          </w:rPr>
          <w:t>14</w:t>
        </w:r>
      </w:hyperlink>
      <w:r w:rsidRPr="00F16575">
        <w:rPr>
          <w:rFonts w:ascii="Times New Roman" w:hAnsi="Times New Roman" w:cs="Times New Roman"/>
          <w:sz w:val="26"/>
          <w:szCs w:val="26"/>
        </w:rPr>
        <w:t xml:space="preserve"> указанного Федерального закона.</w:t>
      </w:r>
    </w:p>
    <w:p w:rsidR="00923F60" w:rsidRPr="00F16575" w:rsidRDefault="00923F60" w:rsidP="00F1657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2.3. В целях решения вопросов местного значения Глав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16575">
        <w:rPr>
          <w:rFonts w:ascii="Times New Roman" w:hAnsi="Times New Roman" w:cs="Times New Roman"/>
          <w:sz w:val="26"/>
          <w:szCs w:val="26"/>
        </w:rPr>
        <w:t xml:space="preserve"> местной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администрации имеет право:</w:t>
      </w:r>
    </w:p>
    <w:p w:rsidR="00923F60" w:rsidRPr="00F16575" w:rsidRDefault="00923F60" w:rsidP="00F16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1)  ознакомление  с  документами, определяющими его права и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по занимаемой должности;</w:t>
      </w:r>
    </w:p>
    <w:p w:rsidR="00923F60" w:rsidRPr="00F16575" w:rsidRDefault="00923F60" w:rsidP="00F16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2)   получение   в   установленном  порядке  информации  и  материалов,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необходимых для исполнения должностных обязанностей;</w:t>
      </w:r>
    </w:p>
    <w:p w:rsidR="00923F60" w:rsidRPr="00F16575" w:rsidRDefault="00923F60" w:rsidP="00F16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3)  поощрения  за  успехи   в работе, увеличение денежного содержания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учетом результатов и стажа его работы, уровня квалификации;</w:t>
      </w:r>
    </w:p>
    <w:p w:rsidR="00923F60" w:rsidRPr="00F16575" w:rsidRDefault="00923F60" w:rsidP="00F16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4)  ознакомление  со  всеми материалами своего личного дела, отзывами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своей  деятельности  и  другими  документами  до внесения их в личное дело,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приобщение к личному делу своих объяснений;</w:t>
      </w:r>
    </w:p>
    <w:p w:rsidR="00923F60" w:rsidRPr="00F16575" w:rsidRDefault="00923F60" w:rsidP="00F16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5)  переподготовку  (переквалификацию) и повышение квалификации за счет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средств местного бюджета.</w:t>
      </w:r>
    </w:p>
    <w:p w:rsidR="00923F60" w:rsidRPr="000835CB" w:rsidRDefault="00923F60" w:rsidP="00F1657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2.4. В  целях  решения    вопросов  местного  значения  Глав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835CB">
        <w:rPr>
          <w:rFonts w:ascii="Times New Roman" w:hAnsi="Times New Roman" w:cs="Times New Roman"/>
          <w:sz w:val="26"/>
          <w:szCs w:val="26"/>
        </w:rPr>
        <w:t xml:space="preserve">   местной</w:t>
      </w:r>
      <w:r>
        <w:rPr>
          <w:rFonts w:ascii="Times New Roman" w:hAnsi="Times New Roman" w:cs="Times New Roman"/>
          <w:sz w:val="26"/>
          <w:szCs w:val="26"/>
        </w:rPr>
        <w:t xml:space="preserve"> а</w:t>
      </w:r>
      <w:r w:rsidRPr="000835CB">
        <w:rPr>
          <w:rFonts w:ascii="Times New Roman" w:hAnsi="Times New Roman" w:cs="Times New Roman"/>
          <w:sz w:val="26"/>
          <w:szCs w:val="26"/>
        </w:rPr>
        <w:t>дминистрации обязан:</w:t>
      </w:r>
    </w:p>
    <w:p w:rsidR="00923F60" w:rsidRPr="00F16575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>1)  добросовестно  исполнять  обязанности,  предусмотренные должностной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инструкцией и настоящим Контрактом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23F60" w:rsidRPr="00F16575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2)   исполнять   обязанности,   связанные   с   реализацией   отдельных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государственных полномочий, предусмотренных законодательством;</w:t>
      </w:r>
    </w:p>
    <w:p w:rsidR="00923F60" w:rsidRPr="00F16575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3)  поддерживать уровень квалификации, достаточный для исполнения своих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должностных обязанностей;</w:t>
      </w:r>
    </w:p>
    <w:p w:rsidR="00923F60" w:rsidRPr="00F16575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4)  хранить государственную и иную охраняемую законом тайну, а также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разглашать  ставшие  ему  известными  в  связи  с  исполнением  должностных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обязанностей  сведения,  затрагивающие  частную  жизнь, честь и достоинство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граждан;</w:t>
      </w:r>
    </w:p>
    <w:p w:rsidR="00923F60" w:rsidRPr="00F16575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5)  бережно  относиться к имуществу, оборудованию и другим материальным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ценностям,   нести  установленную  законодательством  Российской  Федерации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ответственность за их порчу и утрату;</w:t>
      </w:r>
    </w:p>
    <w:p w:rsidR="00923F60" w:rsidRPr="00F16575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6)     не     использовать     в     неслужебных     целях     средства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материально-технического, финансового и информационного обеспечения, другое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муниципальное и государственное имущество и служебную информацию;</w:t>
      </w:r>
    </w:p>
    <w:p w:rsidR="00923F60" w:rsidRPr="00F16575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7)  возвратить  при  прекращении  полномочий  все документы, содержащие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служебную информацию;</w:t>
      </w:r>
    </w:p>
    <w:p w:rsidR="00923F60" w:rsidRPr="00F16575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575">
        <w:rPr>
          <w:rFonts w:ascii="Times New Roman" w:hAnsi="Times New Roman" w:cs="Times New Roman"/>
          <w:sz w:val="26"/>
          <w:szCs w:val="26"/>
        </w:rPr>
        <w:t xml:space="preserve">    8)    не    заниматься    иной    оплачиваемой   деятельностью,   кроме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6575">
        <w:rPr>
          <w:rFonts w:ascii="Times New Roman" w:hAnsi="Times New Roman" w:cs="Times New Roman"/>
          <w:sz w:val="26"/>
          <w:szCs w:val="26"/>
        </w:rPr>
        <w:t>педагогической, научной и иной творческой.</w:t>
      </w:r>
    </w:p>
    <w:p w:rsidR="00923F60" w:rsidRPr="000F4ADA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2.5. В  целях  осуществления отдельных государственных полномочий Глав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0F4ADA">
        <w:rPr>
          <w:rFonts w:ascii="Times New Roman" w:hAnsi="Times New Roman" w:cs="Times New Roman"/>
          <w:sz w:val="26"/>
          <w:szCs w:val="26"/>
        </w:rPr>
        <w:t>местной администрации имеет право: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1)  издавать в пределах своих полномочий муниципальные правовые акты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вопросам,  связанным с осуществлением отдельных государственных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на  основании  и  во  исполнение  положений, установленных соответствующими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федеральными законами и законами Калужской области;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2)  вносить предложения представительному органу сельского поселения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 xml:space="preserve">созданию  необходимых  структурных  подразделений  администрации  </w:t>
      </w:r>
      <w:r>
        <w:rPr>
          <w:rFonts w:ascii="Times New Roman" w:hAnsi="Times New Roman" w:cs="Times New Roman"/>
          <w:sz w:val="26"/>
          <w:szCs w:val="26"/>
        </w:rPr>
        <w:t xml:space="preserve">МО </w:t>
      </w:r>
      <w:r w:rsidRPr="000F4ADA">
        <w:rPr>
          <w:rFonts w:ascii="Times New Roman" w:hAnsi="Times New Roman" w:cs="Times New Roman"/>
          <w:sz w:val="26"/>
          <w:szCs w:val="26"/>
        </w:rPr>
        <w:t>сельско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r w:rsidRPr="000F4ADA">
        <w:rPr>
          <w:rFonts w:ascii="Times New Roman" w:hAnsi="Times New Roman" w:cs="Times New Roman"/>
          <w:sz w:val="26"/>
          <w:szCs w:val="26"/>
        </w:rPr>
        <w:t>поселени</w:t>
      </w:r>
      <w:r>
        <w:rPr>
          <w:rFonts w:ascii="Times New Roman" w:hAnsi="Times New Roman" w:cs="Times New Roman"/>
          <w:sz w:val="26"/>
          <w:szCs w:val="26"/>
        </w:rPr>
        <w:t>е «Деревня Куркино»</w:t>
      </w:r>
      <w:r w:rsidRPr="000F4ADA">
        <w:rPr>
          <w:rFonts w:ascii="Times New Roman" w:hAnsi="Times New Roman" w:cs="Times New Roman"/>
          <w:sz w:val="26"/>
          <w:szCs w:val="26"/>
        </w:rPr>
        <w:t xml:space="preserve">  для  осуществления отдельных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полномочий;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3)   использовать   материальные   ресурсы   и  расходовать  финансовые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средства,   предоставляемые   органами  местного  самоуправления  сельского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поселения   для  осуществления  отдельных  государственных  полномочий, 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целевому назначению в порядке, предусмотренном законодательством;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4)  вносить  в представительный орган сельского поселения предложения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дополнительном использовании собственных материальных ресурсов и финансовых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средств  муниципального  образования  для осуществления переданных органами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местного  самоуправления  отдельных  государственных полномочий в случаях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 xml:space="preserve">порядке,   предусмотренных   </w:t>
      </w:r>
      <w:hyperlink r:id="rId10" w:history="1">
        <w:r w:rsidRPr="000F4ADA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0F4ADA">
        <w:rPr>
          <w:rFonts w:ascii="Times New Roman" w:hAnsi="Times New Roman" w:cs="Times New Roman"/>
          <w:sz w:val="26"/>
          <w:szCs w:val="26"/>
        </w:rPr>
        <w:t xml:space="preserve">  муниципального  образования  сельское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 xml:space="preserve">поселение </w:t>
      </w:r>
      <w:r>
        <w:rPr>
          <w:rFonts w:ascii="Times New Roman" w:hAnsi="Times New Roman" w:cs="Times New Roman"/>
          <w:sz w:val="26"/>
          <w:szCs w:val="26"/>
        </w:rPr>
        <w:t>«Деревня Куркино»</w:t>
      </w:r>
      <w:r w:rsidRPr="000F4ADA">
        <w:rPr>
          <w:rFonts w:ascii="Times New Roman" w:hAnsi="Times New Roman" w:cs="Times New Roman"/>
          <w:sz w:val="26"/>
          <w:szCs w:val="26"/>
        </w:rPr>
        <w:t>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5)  запрашивать и получать в установленном законодательством порядке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соответствующих  органов  государственной власти области, района информацию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(документы),    связанную    с    осуществлением    переданных    отдельных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государственных   полномочий,   в   том   числе   получать   разъяснения 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рекомендации;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6)  обращаться в соответствующие органы государственной власти области,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района  с  информацией  о  фактах  нарушения  нормативных  правовых актов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наделении   органов  местного  самоуправления  отдельными  государственными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полномочиями;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7)   обжаловать   в  судебном   порядке  (при  несогласии)  предписания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уполномоченных  государственных  органов об устранении нарушений требований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>законодательства   по   вопросам  осуществления  отдельных 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полномочий.</w:t>
      </w:r>
    </w:p>
    <w:p w:rsidR="00923F60" w:rsidRPr="000F4ADA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2.6. В целях  осуществления  отдельных государственных полномочий Глав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0F4ADA">
        <w:rPr>
          <w:rFonts w:ascii="Times New Roman" w:hAnsi="Times New Roman" w:cs="Times New Roman"/>
          <w:sz w:val="26"/>
          <w:szCs w:val="26"/>
        </w:rPr>
        <w:t>местной администрации обязан: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1)   обеспечить   исполнение   переданных   отдельных  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полномочий  в  соответствии  с  федеральными  законами и законами Калужской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области;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2)  обеспечить  сохранность   и  использование  по  целевому назначению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материальных  ресурсов  и  финансовых  средств, переданных органам местного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>самоуправления    сельского    поселения    для   осуществления   отдельных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государственных полномочий;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3)   не   разглашать  сведения,  составляющие  государственную  и  иную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охраняемую федеральным законом тайну;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4)   представлять   (обеспечивать    предоставление)   в  установленном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порядке   уполномоченным  государственным  органам, органам государственной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власти   области,  района  отчеты,  документы  и  информацию,  связанные 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осуществлением переданных отдельных государственных полномочий;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5)  исполнять  письменные  предписания,  данные в установленном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соответствующими государственными органами, органами государственной власти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области </w:t>
      </w:r>
      <w:r w:rsidRPr="000F4ADA"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устранении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нарушений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законодательства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осуществлению переданных отдельных государственных полномочий;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6)  осуществлять  контроль  за  надлежащим  и своевременным исполнением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муниципальных   правовых   актов,  принимаемых  местной  администрацией 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вопросам, связанным с осуществлением отдельных государственных полномочий;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7)   обеспечить   возврат   материальных  ресурсов  и  неиспользованных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финансовых  средств,  переданных  органам местного самоуправления сельского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поселения  в сроки, установленные федеральными законами, законами Калужской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области;</w:t>
      </w:r>
    </w:p>
    <w:p w:rsidR="00923F60" w:rsidRPr="000F4ADA" w:rsidRDefault="00923F60" w:rsidP="000F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8)   обеспечить   прекращение   исполнения   отдельных 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полномочий  в  случаях,  предусмотренных  федеральными  законами и законами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Калужской области.</w:t>
      </w:r>
    </w:p>
    <w:p w:rsidR="00923F60" w:rsidRPr="000F4ADA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0F4ADA" w:rsidRDefault="00923F60" w:rsidP="000F4AD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F4ADA">
        <w:rPr>
          <w:rFonts w:ascii="Times New Roman" w:hAnsi="Times New Roman" w:cs="Times New Roman"/>
          <w:b/>
          <w:bCs/>
          <w:sz w:val="26"/>
          <w:szCs w:val="26"/>
        </w:rPr>
        <w:t>3. Права и обязанности Представителя нанимателя</w:t>
      </w:r>
    </w:p>
    <w:p w:rsidR="00923F60" w:rsidRPr="000F4ADA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0F4ADA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3.1. Представитель нанимателя имеет право:</w:t>
      </w:r>
    </w:p>
    <w:p w:rsidR="00923F60" w:rsidRPr="000F4ADA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а)  требовать  от  Главы местной  администрации  исполнения должностных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обязанностей,   возложенных  на  него  настоящим  контрактом,   должностной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инструкцией,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а также  соблюдения  правил  внутреннего трудового распорядка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МО </w:t>
      </w:r>
      <w:r w:rsidRPr="000F4ADA">
        <w:rPr>
          <w:rFonts w:ascii="Times New Roman" w:hAnsi="Times New Roman" w:cs="Times New Roman"/>
          <w:sz w:val="26"/>
          <w:szCs w:val="26"/>
        </w:rPr>
        <w:t>сельское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 xml:space="preserve">поселение </w:t>
      </w:r>
      <w:r>
        <w:rPr>
          <w:rFonts w:ascii="Times New Roman" w:hAnsi="Times New Roman" w:cs="Times New Roman"/>
          <w:sz w:val="26"/>
          <w:szCs w:val="26"/>
        </w:rPr>
        <w:t>«Деревня Куркино»;</w:t>
      </w:r>
    </w:p>
    <w:p w:rsidR="00923F60" w:rsidRPr="000F4ADA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б) поощрять  Глав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0F4ADA">
        <w:rPr>
          <w:rFonts w:ascii="Times New Roman" w:hAnsi="Times New Roman" w:cs="Times New Roman"/>
          <w:sz w:val="26"/>
          <w:szCs w:val="26"/>
        </w:rPr>
        <w:t xml:space="preserve">  местной  администрации за безупречное и эффективное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>исполнение должностных обязанностей;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F4ADA">
        <w:rPr>
          <w:rFonts w:ascii="Times New Roman" w:hAnsi="Times New Roman" w:cs="Times New Roman"/>
          <w:sz w:val="26"/>
          <w:szCs w:val="26"/>
        </w:rPr>
        <w:t xml:space="preserve">    в)  привлекать    Глав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0F4ADA">
        <w:rPr>
          <w:rFonts w:ascii="Times New Roman" w:hAnsi="Times New Roman" w:cs="Times New Roman"/>
          <w:sz w:val="26"/>
          <w:szCs w:val="26"/>
        </w:rPr>
        <w:t xml:space="preserve">   местной   администрации   к    дисциплинарной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ответственности в соответствии  с  законодательством в случае совершения 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дисциплинарного проступка;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г) реализовывать  иные права,  предусмотренные  Федеральным  </w:t>
      </w:r>
      <w:hyperlink r:id="rId11" w:history="1">
        <w:r w:rsidRPr="000F4AD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0</w:t>
      </w:r>
      <w:r w:rsidRPr="000835CB">
        <w:rPr>
          <w:rFonts w:ascii="Times New Roman" w:hAnsi="Times New Roman" w:cs="Times New Roman"/>
          <w:sz w:val="26"/>
          <w:szCs w:val="26"/>
        </w:rPr>
        <w:t>2 марта 2007 года N 25-ФЗ  "О муниципальной службе в Российской Федерации",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другими федеральными законами, законами  Калужской области,  муниципальными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правовыми актами.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3.2. Представитель нанимателя обязан: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а) обеспечить Главе  местной  администрации  организационно-технические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условия, необходимые для исполнения должностных обязанностей;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б)  обеспечить предоставление  Глав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835CB">
        <w:rPr>
          <w:rFonts w:ascii="Times New Roman" w:hAnsi="Times New Roman" w:cs="Times New Roman"/>
          <w:sz w:val="26"/>
          <w:szCs w:val="26"/>
        </w:rPr>
        <w:t xml:space="preserve">  местной  администрации  гарантий,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установленных  федеральным  законодательством,  законодательством Калужской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области, Уставом муниципального образования;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в) соблюдать   законодательство   Российской  Федерации о 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службе  в  Российской   Федерации,  законодательство  Калужской  области 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муниципальной службе  в Калужской области, соответствующие положения Устава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>муниципального    образования,   муниципальных   правовых  актов и  условия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настоящего контракта;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г) исполнять иные обязанности, предусмотренные  федеральными  законами,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законами Калужской области и муниципальными правовыми актами.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0F4ADA" w:rsidRDefault="00923F60" w:rsidP="000F4AD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F4ADA">
        <w:rPr>
          <w:rFonts w:ascii="Times New Roman" w:hAnsi="Times New Roman" w:cs="Times New Roman"/>
          <w:b/>
          <w:bCs/>
          <w:sz w:val="26"/>
          <w:szCs w:val="26"/>
        </w:rPr>
        <w:t>4. Оплата труда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4.1. Денежное содержание Главы местной администрации состоит из: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а) должностного  оклада в соответствии с  замещаемой  должностью  Главы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МО </w:t>
      </w:r>
      <w:r w:rsidRPr="000F4ADA">
        <w:rPr>
          <w:rFonts w:ascii="Times New Roman" w:hAnsi="Times New Roman" w:cs="Times New Roman"/>
          <w:sz w:val="26"/>
          <w:szCs w:val="26"/>
        </w:rPr>
        <w:t>сельское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4ADA">
        <w:rPr>
          <w:rFonts w:ascii="Times New Roman" w:hAnsi="Times New Roman" w:cs="Times New Roman"/>
          <w:sz w:val="26"/>
          <w:szCs w:val="26"/>
        </w:rPr>
        <w:t xml:space="preserve">поселение </w:t>
      </w:r>
      <w:r>
        <w:rPr>
          <w:rFonts w:ascii="Times New Roman" w:hAnsi="Times New Roman" w:cs="Times New Roman"/>
          <w:sz w:val="26"/>
          <w:szCs w:val="26"/>
        </w:rPr>
        <w:t>«Деревня Куркино»</w:t>
      </w:r>
      <w:r w:rsidRPr="000835CB">
        <w:rPr>
          <w:rFonts w:ascii="Times New Roman" w:hAnsi="Times New Roman" w:cs="Times New Roman"/>
          <w:sz w:val="26"/>
          <w:szCs w:val="26"/>
        </w:rPr>
        <w:t xml:space="preserve"> в размере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8394 </w:t>
      </w:r>
      <w:r w:rsidRPr="000D3FA0">
        <w:rPr>
          <w:rFonts w:ascii="Times New Roman" w:hAnsi="Times New Roman" w:cs="Times New Roman"/>
          <w:b/>
          <w:bCs/>
          <w:sz w:val="26"/>
          <w:szCs w:val="26"/>
        </w:rPr>
        <w:t>рубл</w:t>
      </w:r>
      <w:r>
        <w:rPr>
          <w:rFonts w:ascii="Times New Roman" w:hAnsi="Times New Roman" w:cs="Times New Roman"/>
          <w:b/>
          <w:bCs/>
          <w:sz w:val="26"/>
          <w:szCs w:val="26"/>
        </w:rPr>
        <w:t>я</w:t>
      </w:r>
      <w:r w:rsidRPr="000835CB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месяц;</w:t>
      </w:r>
    </w:p>
    <w:p w:rsidR="00923F60" w:rsidRPr="000D3FA0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б)  ежемесячных  и  иных дополнительных  выплат,  определяемых  </w:t>
      </w:r>
      <w:hyperlink r:id="rId12" w:history="1">
        <w:r w:rsidRPr="000D3FA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>
        <w:t xml:space="preserve"> </w:t>
      </w:r>
      <w:r w:rsidRPr="000D3FA0">
        <w:rPr>
          <w:rFonts w:ascii="Times New Roman" w:hAnsi="Times New Roman" w:cs="Times New Roman"/>
          <w:sz w:val="26"/>
          <w:szCs w:val="26"/>
        </w:rPr>
        <w:t>Калужской области "О муниципальной службе в Калужской области", а именно:</w:t>
      </w:r>
    </w:p>
    <w:p w:rsidR="00923F60" w:rsidRPr="000D3FA0" w:rsidRDefault="00923F60" w:rsidP="000D3FA0">
      <w:pPr>
        <w:widowControl w:val="0"/>
        <w:numPr>
          <w:ilvl w:val="0"/>
          <w:numId w:val="4"/>
        </w:numPr>
        <w:tabs>
          <w:tab w:val="clear" w:pos="1070"/>
          <w:tab w:val="num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D3FA0">
        <w:rPr>
          <w:rFonts w:ascii="Times New Roman" w:hAnsi="Times New Roman" w:cs="Times New Roman"/>
          <w:sz w:val="26"/>
          <w:szCs w:val="26"/>
        </w:rPr>
        <w:t xml:space="preserve">ежемесячную надбавку за выслугу лет </w:t>
      </w:r>
      <w:r>
        <w:rPr>
          <w:rFonts w:ascii="Times New Roman" w:hAnsi="Times New Roman" w:cs="Times New Roman"/>
          <w:sz w:val="26"/>
          <w:szCs w:val="26"/>
        </w:rPr>
        <w:t>до</w:t>
      </w:r>
      <w:r>
        <w:rPr>
          <w:rFonts w:ascii="Times New Roman" w:hAnsi="Times New Roman" w:cs="Times New Roman"/>
          <w:b/>
          <w:bCs/>
          <w:sz w:val="26"/>
          <w:szCs w:val="26"/>
        </w:rPr>
        <w:t>30</w:t>
      </w:r>
      <w:r w:rsidRPr="000D3FA0">
        <w:rPr>
          <w:rFonts w:ascii="Times New Roman" w:hAnsi="Times New Roman" w:cs="Times New Roman"/>
          <w:b/>
          <w:bCs/>
          <w:sz w:val="26"/>
          <w:szCs w:val="26"/>
        </w:rPr>
        <w:t>%</w:t>
      </w:r>
      <w:r w:rsidRPr="000D3FA0">
        <w:rPr>
          <w:rFonts w:ascii="Times New Roman" w:hAnsi="Times New Roman" w:cs="Times New Roman"/>
          <w:sz w:val="26"/>
          <w:szCs w:val="26"/>
        </w:rPr>
        <w:t>;</w:t>
      </w:r>
    </w:p>
    <w:p w:rsidR="00923F60" w:rsidRPr="000D3FA0" w:rsidRDefault="00923F60" w:rsidP="000D3FA0">
      <w:pPr>
        <w:widowControl w:val="0"/>
        <w:numPr>
          <w:ilvl w:val="0"/>
          <w:numId w:val="4"/>
        </w:numPr>
        <w:tabs>
          <w:tab w:val="clear" w:pos="1070"/>
          <w:tab w:val="num" w:pos="0"/>
        </w:tabs>
        <w:autoSpaceDE w:val="0"/>
        <w:autoSpaceDN w:val="0"/>
        <w:adjustRightInd w:val="0"/>
        <w:spacing w:after="0" w:line="22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D3FA0">
        <w:rPr>
          <w:rFonts w:ascii="Times New Roman" w:hAnsi="Times New Roman" w:cs="Times New Roman"/>
          <w:sz w:val="26"/>
          <w:szCs w:val="26"/>
        </w:rPr>
        <w:t xml:space="preserve">ежемесячную надбавку к должностному окладу за особые условия муниципальной службы в размере </w:t>
      </w:r>
      <w:r w:rsidRPr="000D3FA0">
        <w:rPr>
          <w:rFonts w:ascii="Times New Roman" w:hAnsi="Times New Roman" w:cs="Times New Roman"/>
          <w:b/>
          <w:bCs/>
          <w:sz w:val="26"/>
          <w:szCs w:val="26"/>
        </w:rPr>
        <w:t xml:space="preserve">до </w:t>
      </w:r>
      <w:r>
        <w:rPr>
          <w:rFonts w:ascii="Times New Roman" w:hAnsi="Times New Roman" w:cs="Times New Roman"/>
          <w:b/>
          <w:bCs/>
          <w:sz w:val="26"/>
          <w:szCs w:val="26"/>
        </w:rPr>
        <w:t>180</w:t>
      </w:r>
      <w:r w:rsidRPr="000D3FA0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0D3FA0">
        <w:rPr>
          <w:rFonts w:ascii="Times New Roman" w:hAnsi="Times New Roman" w:cs="Times New Roman"/>
          <w:sz w:val="26"/>
          <w:szCs w:val="26"/>
        </w:rPr>
        <w:t xml:space="preserve"> должностного оклада;</w:t>
      </w:r>
    </w:p>
    <w:p w:rsidR="00923F60" w:rsidRPr="000D3FA0" w:rsidRDefault="00923F60" w:rsidP="000D3FA0">
      <w:pPr>
        <w:pStyle w:val="ConsPlusNonformat"/>
        <w:widowControl/>
        <w:numPr>
          <w:ilvl w:val="0"/>
          <w:numId w:val="4"/>
        </w:numPr>
        <w:tabs>
          <w:tab w:val="clear" w:pos="1070"/>
          <w:tab w:val="num" w:pos="0"/>
        </w:tabs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3FA0">
        <w:rPr>
          <w:rFonts w:ascii="Times New Roman" w:hAnsi="Times New Roman" w:cs="Times New Roman"/>
          <w:sz w:val="26"/>
          <w:szCs w:val="26"/>
        </w:rPr>
        <w:t>ежемесячную надбавку к должностному окладу за классный чин</w:t>
      </w:r>
      <w:r w:rsidRPr="000D3FA0">
        <w:rPr>
          <w:rFonts w:ascii="Times New Roman" w:hAnsi="Times New Roman" w:cs="Times New Roman"/>
          <w:b/>
          <w:bCs/>
          <w:sz w:val="26"/>
          <w:szCs w:val="26"/>
        </w:rPr>
        <w:t>;</w:t>
      </w:r>
    </w:p>
    <w:p w:rsidR="00923F60" w:rsidRPr="00E34F0C" w:rsidRDefault="00923F60" w:rsidP="000D3FA0">
      <w:pPr>
        <w:widowControl w:val="0"/>
        <w:numPr>
          <w:ilvl w:val="0"/>
          <w:numId w:val="4"/>
        </w:numPr>
        <w:tabs>
          <w:tab w:val="clear" w:pos="1070"/>
          <w:tab w:val="num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D3FA0">
        <w:rPr>
          <w:rFonts w:ascii="Times New Roman" w:hAnsi="Times New Roman" w:cs="Times New Roman"/>
          <w:sz w:val="26"/>
          <w:szCs w:val="26"/>
        </w:rPr>
        <w:t>единовременную выплату при предоставлении ежегодного оплачиваемого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4F0C">
        <w:rPr>
          <w:rFonts w:ascii="Times New Roman" w:hAnsi="Times New Roman" w:cs="Times New Roman"/>
          <w:sz w:val="26"/>
          <w:szCs w:val="26"/>
        </w:rPr>
        <w:t>отпуска в размере двух должностных окладов;</w:t>
      </w:r>
    </w:p>
    <w:p w:rsidR="00923F60" w:rsidRPr="00E34F0C" w:rsidRDefault="00923F60" w:rsidP="00E34F0C">
      <w:pPr>
        <w:pStyle w:val="NoSpacing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 w:rsidRPr="00E34F0C">
        <w:rPr>
          <w:rFonts w:ascii="Times New Roman" w:hAnsi="Times New Roman" w:cs="Times New Roman"/>
          <w:sz w:val="26"/>
          <w:szCs w:val="26"/>
        </w:rPr>
        <w:t>иных  выплат,  предусмотренных  нормами  действующего законодательства и Положением об оплате труда лиц, замещающих муниципальные должности, муниципальных служащих, замещающих должности муниципальной службы в органах местного самоуправления муниципального образования сельское поселение «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E34F0C">
        <w:rPr>
          <w:rFonts w:ascii="Times New Roman" w:hAnsi="Times New Roman" w:cs="Times New Roman"/>
          <w:sz w:val="26"/>
          <w:szCs w:val="26"/>
        </w:rPr>
        <w:t>».</w:t>
      </w:r>
    </w:p>
    <w:p w:rsidR="00923F60" w:rsidRPr="000D3FA0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0D3FA0" w:rsidRDefault="00923F60" w:rsidP="000D3FA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D3FA0">
        <w:rPr>
          <w:rFonts w:ascii="Times New Roman" w:hAnsi="Times New Roman" w:cs="Times New Roman"/>
          <w:b/>
          <w:bCs/>
          <w:sz w:val="26"/>
          <w:szCs w:val="26"/>
        </w:rPr>
        <w:t>5. Рабочее (служебное) время и время отдыха</w:t>
      </w:r>
    </w:p>
    <w:p w:rsidR="00923F60" w:rsidRPr="000D3FA0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0835CB" w:rsidRDefault="00923F60" w:rsidP="00A843A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D3FA0">
        <w:rPr>
          <w:rFonts w:ascii="Times New Roman" w:hAnsi="Times New Roman" w:cs="Times New Roman"/>
          <w:sz w:val="26"/>
          <w:szCs w:val="26"/>
        </w:rPr>
        <w:t xml:space="preserve">    5.1. Глав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D3FA0">
        <w:rPr>
          <w:rFonts w:ascii="Times New Roman" w:hAnsi="Times New Roman" w:cs="Times New Roman"/>
          <w:sz w:val="26"/>
          <w:szCs w:val="26"/>
        </w:rPr>
        <w:t xml:space="preserve">  местной  администрации  в  соответствии с Трудовым </w:t>
      </w:r>
      <w:hyperlink r:id="rId13" w:history="1">
        <w:r w:rsidRPr="000D3FA0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 xml:space="preserve">Российской Федерации устанавливается </w:t>
      </w:r>
      <w:r>
        <w:rPr>
          <w:rFonts w:ascii="Times New Roman" w:hAnsi="Times New Roman" w:cs="Times New Roman"/>
          <w:sz w:val="26"/>
          <w:szCs w:val="26"/>
        </w:rPr>
        <w:t>ненормированный служебный день.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5.2. Глав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 администрации предоставляются: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а)   ежегодный  основной  оплачиваемый   отпуск   продолжительностью 30календарных дней;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б)  ежегодный   дополнительный  оплачиваемый  отпуск  за  выслугу  лет,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продолжительность, порядок и условия предоставления которого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835CB">
        <w:rPr>
          <w:rFonts w:ascii="Times New Roman" w:hAnsi="Times New Roman" w:cs="Times New Roman"/>
          <w:sz w:val="26"/>
          <w:szCs w:val="26"/>
        </w:rPr>
        <w:t xml:space="preserve"> определяются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 xml:space="preserve">соответствии  со  </w:t>
      </w:r>
      <w:hyperlink r:id="rId14" w:history="1">
        <w:r w:rsidRPr="002E7792">
          <w:rPr>
            <w:rFonts w:ascii="Times New Roman" w:hAnsi="Times New Roman" w:cs="Times New Roman"/>
            <w:sz w:val="26"/>
            <w:szCs w:val="26"/>
          </w:rPr>
          <w:t>статьей 6</w:t>
        </w:r>
      </w:hyperlink>
      <w:r w:rsidRPr="002E7792">
        <w:rPr>
          <w:rFonts w:ascii="Times New Roman" w:hAnsi="Times New Roman" w:cs="Times New Roman"/>
          <w:sz w:val="26"/>
          <w:szCs w:val="26"/>
        </w:rPr>
        <w:t xml:space="preserve"> З</w:t>
      </w:r>
      <w:r w:rsidRPr="000835CB">
        <w:rPr>
          <w:rFonts w:ascii="Times New Roman" w:hAnsi="Times New Roman" w:cs="Times New Roman"/>
          <w:sz w:val="26"/>
          <w:szCs w:val="26"/>
        </w:rPr>
        <w:t>акона Калужской области от 3 декабря 2007 года</w:t>
      </w:r>
      <w:r>
        <w:rPr>
          <w:rFonts w:ascii="Times New Roman" w:hAnsi="Times New Roman" w:cs="Times New Roman"/>
          <w:sz w:val="26"/>
          <w:szCs w:val="26"/>
        </w:rPr>
        <w:t xml:space="preserve">        №</w:t>
      </w:r>
      <w:r w:rsidRPr="000835CB">
        <w:rPr>
          <w:rFonts w:ascii="Times New Roman" w:hAnsi="Times New Roman" w:cs="Times New Roman"/>
          <w:sz w:val="26"/>
          <w:szCs w:val="26"/>
        </w:rPr>
        <w:t xml:space="preserve"> 382-ОЗ "О муниципальной службе в Калужской области";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в)  иные  ежегодные  дополнительные  оплачиваемые  отпуска  в  случаях,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предусмотренных федеральными законами и законами Калужской области;</w:t>
      </w:r>
    </w:p>
    <w:p w:rsidR="00923F60" w:rsidRPr="000835CB" w:rsidRDefault="00923F60" w:rsidP="000F4AD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г)   отпуск   без    сохранения   денежного   содержания   в   случаях,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предусмотренных федеральными законами.</w:t>
      </w:r>
    </w:p>
    <w:p w:rsidR="00923F60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792">
        <w:rPr>
          <w:rFonts w:ascii="Times New Roman" w:hAnsi="Times New Roman" w:cs="Times New Roman"/>
          <w:b/>
          <w:bCs/>
          <w:sz w:val="26"/>
          <w:szCs w:val="26"/>
        </w:rPr>
        <w:t>6. Условия профессиональной служебной</w:t>
      </w: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792">
        <w:rPr>
          <w:rFonts w:ascii="Times New Roman" w:hAnsi="Times New Roman" w:cs="Times New Roman"/>
          <w:b/>
          <w:bCs/>
          <w:sz w:val="26"/>
          <w:szCs w:val="26"/>
        </w:rPr>
        <w:t>деятельности, гарантии, компенсации и льготы в связи</w:t>
      </w: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792">
        <w:rPr>
          <w:rFonts w:ascii="Times New Roman" w:hAnsi="Times New Roman" w:cs="Times New Roman"/>
          <w:b/>
          <w:bCs/>
          <w:sz w:val="26"/>
          <w:szCs w:val="26"/>
        </w:rPr>
        <w:t>с профессиональной служебной деятельностью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0835CB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6.1.   </w:t>
      </w:r>
      <w:r>
        <w:rPr>
          <w:rFonts w:ascii="Times New Roman" w:hAnsi="Times New Roman" w:cs="Times New Roman"/>
          <w:sz w:val="26"/>
          <w:szCs w:val="26"/>
        </w:rPr>
        <w:t>Главе</w:t>
      </w:r>
      <w:r w:rsidRPr="000835CB">
        <w:rPr>
          <w:rFonts w:ascii="Times New Roman" w:hAnsi="Times New Roman" w:cs="Times New Roman"/>
          <w:sz w:val="26"/>
          <w:szCs w:val="26"/>
        </w:rPr>
        <w:t xml:space="preserve">    местной   администрации     обеспечиваются   надлежащие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организационно-технические условия, необходимые  для исполнения должностных</w:t>
      </w:r>
    </w:p>
    <w:p w:rsidR="00923F60" w:rsidRPr="000835CB" w:rsidRDefault="00923F60" w:rsidP="00A843A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>обязанностей: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оборудование рабочего места средствами связи, оргтехникой,                 доступ к информационным системам и т.д.</w:t>
      </w:r>
    </w:p>
    <w:p w:rsidR="00923F60" w:rsidRPr="000835CB" w:rsidRDefault="00923F60" w:rsidP="00DC5D7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6.2. Глав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  администрации предоставляются гарантии, указанные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history="1">
        <w:r w:rsidRPr="002E7792">
          <w:rPr>
            <w:rFonts w:ascii="Times New Roman" w:hAnsi="Times New Roman" w:cs="Times New Roman"/>
            <w:sz w:val="26"/>
            <w:szCs w:val="26"/>
          </w:rPr>
          <w:t>статье 23</w:t>
        </w:r>
      </w:hyperlink>
      <w:r w:rsidRPr="002E7792">
        <w:rPr>
          <w:rFonts w:ascii="Times New Roman" w:hAnsi="Times New Roman" w:cs="Times New Roman"/>
          <w:sz w:val="26"/>
          <w:szCs w:val="26"/>
        </w:rPr>
        <w:t xml:space="preserve"> Ф</w:t>
      </w:r>
      <w:r w:rsidRPr="000835CB">
        <w:rPr>
          <w:rFonts w:ascii="Times New Roman" w:hAnsi="Times New Roman" w:cs="Times New Roman"/>
          <w:sz w:val="26"/>
          <w:szCs w:val="26"/>
        </w:rPr>
        <w:t>едерального закона от 2 марта 2007 года N 25-ФЗ "О 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службе  в   Российской   Федерации",   а   также  дополнительные  гарантии,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предусмотренные    законами   Калужской   области,   Уставом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образования.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792">
        <w:rPr>
          <w:rFonts w:ascii="Times New Roman" w:hAnsi="Times New Roman" w:cs="Times New Roman"/>
          <w:b/>
          <w:bCs/>
          <w:sz w:val="26"/>
          <w:szCs w:val="26"/>
        </w:rPr>
        <w:t>7. Иные условия контракта</w:t>
      </w: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23F60" w:rsidRPr="000835CB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7.1. Глав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835CB">
        <w:rPr>
          <w:rFonts w:ascii="Times New Roman" w:hAnsi="Times New Roman" w:cs="Times New Roman"/>
          <w:sz w:val="26"/>
          <w:szCs w:val="26"/>
        </w:rPr>
        <w:t xml:space="preserve"> местной администрации  подлежит  обязательному  страхованию,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предусмотренному законодательством Российской Федерации.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792">
        <w:rPr>
          <w:rFonts w:ascii="Times New Roman" w:hAnsi="Times New Roman" w:cs="Times New Roman"/>
          <w:b/>
          <w:bCs/>
          <w:sz w:val="26"/>
          <w:szCs w:val="26"/>
        </w:rPr>
        <w:t>8. Ответственность сторон контракта.</w:t>
      </w: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792">
        <w:rPr>
          <w:rFonts w:ascii="Times New Roman" w:hAnsi="Times New Roman" w:cs="Times New Roman"/>
          <w:b/>
          <w:bCs/>
          <w:sz w:val="26"/>
          <w:szCs w:val="26"/>
        </w:rPr>
        <w:t>Изменение и дополнение контракта.</w:t>
      </w: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792">
        <w:rPr>
          <w:rFonts w:ascii="Times New Roman" w:hAnsi="Times New Roman" w:cs="Times New Roman"/>
          <w:b/>
          <w:bCs/>
          <w:sz w:val="26"/>
          <w:szCs w:val="26"/>
        </w:rPr>
        <w:t>Прекращение контракта</w:t>
      </w:r>
    </w:p>
    <w:p w:rsidR="00923F60" w:rsidRPr="002E7792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2E7792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7792">
        <w:rPr>
          <w:rFonts w:ascii="Times New Roman" w:hAnsi="Times New Roman" w:cs="Times New Roman"/>
          <w:sz w:val="26"/>
          <w:szCs w:val="26"/>
        </w:rPr>
        <w:t xml:space="preserve">    8.1. В случае неисполнения или ненадлежащего исполнения обязанностей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настоящему контракту Представитель нанимателя и Глав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E7792">
        <w:rPr>
          <w:rFonts w:ascii="Times New Roman" w:hAnsi="Times New Roman" w:cs="Times New Roman"/>
          <w:sz w:val="26"/>
          <w:szCs w:val="26"/>
        </w:rPr>
        <w:t xml:space="preserve"> местной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несут ответственность в соответствии с законодательством.</w:t>
      </w:r>
    </w:p>
    <w:p w:rsidR="00923F60" w:rsidRPr="002E7792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7792">
        <w:rPr>
          <w:rFonts w:ascii="Times New Roman" w:hAnsi="Times New Roman" w:cs="Times New Roman"/>
          <w:sz w:val="26"/>
          <w:szCs w:val="26"/>
        </w:rPr>
        <w:t xml:space="preserve">    8.2. Запрещается   требовать  от Главы местной администрации 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должностных   обязанностей,   не   установленных   настоящим   контрактом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должностной инструкцией Главы местной администрации.</w:t>
      </w:r>
    </w:p>
    <w:p w:rsidR="00923F60" w:rsidRPr="002E7792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7792">
        <w:rPr>
          <w:rFonts w:ascii="Times New Roman" w:hAnsi="Times New Roman" w:cs="Times New Roman"/>
          <w:sz w:val="26"/>
          <w:szCs w:val="26"/>
        </w:rPr>
        <w:t xml:space="preserve">    8.3. Изменения  и дополнения могут быть внесены в настоящий контракт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соглашению сторон в следующих случаях:</w:t>
      </w:r>
    </w:p>
    <w:p w:rsidR="00923F60" w:rsidRPr="002E7792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7792">
        <w:rPr>
          <w:rFonts w:ascii="Times New Roman" w:hAnsi="Times New Roman" w:cs="Times New Roman"/>
          <w:sz w:val="26"/>
          <w:szCs w:val="26"/>
        </w:rPr>
        <w:t xml:space="preserve">    а) при  изменении  законодательства  Российской  Федерации  и Калужской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области;</w:t>
      </w:r>
    </w:p>
    <w:p w:rsidR="00923F60" w:rsidRPr="002E7792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7792">
        <w:rPr>
          <w:rFonts w:ascii="Times New Roman" w:hAnsi="Times New Roman" w:cs="Times New Roman"/>
          <w:sz w:val="26"/>
          <w:szCs w:val="26"/>
        </w:rPr>
        <w:t xml:space="preserve">    б) по инициативе любой из сторон настоящего контракта.</w:t>
      </w:r>
    </w:p>
    <w:p w:rsidR="00923F60" w:rsidRPr="002E7792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7792">
        <w:rPr>
          <w:rFonts w:ascii="Times New Roman" w:hAnsi="Times New Roman" w:cs="Times New Roman"/>
          <w:sz w:val="26"/>
          <w:szCs w:val="26"/>
        </w:rPr>
        <w:t xml:space="preserve">    При изменении Представителем нанимателя существенных условий настоящего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контракта  Глав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E7792">
        <w:rPr>
          <w:rFonts w:ascii="Times New Roman" w:hAnsi="Times New Roman" w:cs="Times New Roman"/>
          <w:sz w:val="26"/>
          <w:szCs w:val="26"/>
        </w:rPr>
        <w:t xml:space="preserve">  местной  администрации уведомляется об этом  в письменной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форме не позднее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2E7792">
        <w:rPr>
          <w:rFonts w:ascii="Times New Roman" w:hAnsi="Times New Roman" w:cs="Times New Roman"/>
          <w:sz w:val="26"/>
          <w:szCs w:val="26"/>
        </w:rPr>
        <w:t xml:space="preserve"> чем за два месяца до их изменения.</w:t>
      </w:r>
    </w:p>
    <w:p w:rsidR="00923F60" w:rsidRPr="002E7792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7792">
        <w:rPr>
          <w:rFonts w:ascii="Times New Roman" w:hAnsi="Times New Roman" w:cs="Times New Roman"/>
          <w:sz w:val="26"/>
          <w:szCs w:val="26"/>
        </w:rPr>
        <w:t xml:space="preserve">    8.4. Изменения и дополнения, вносимые в настоящий контракт, оформляются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в виде письменных дополнительных соглашений, которые являются  неотъемлемой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>частью настоящего контракта.</w:t>
      </w:r>
    </w:p>
    <w:p w:rsidR="00923F60" w:rsidRPr="000835CB" w:rsidRDefault="00923F60" w:rsidP="00DC5D7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E7792">
        <w:rPr>
          <w:rFonts w:ascii="Times New Roman" w:hAnsi="Times New Roman" w:cs="Times New Roman"/>
          <w:sz w:val="26"/>
          <w:szCs w:val="26"/>
        </w:rPr>
        <w:t xml:space="preserve">    8.5.   Настоящий   контракт   может   быть   прекращен  по  основаниям,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7792">
        <w:rPr>
          <w:rFonts w:ascii="Times New Roman" w:hAnsi="Times New Roman" w:cs="Times New Roman"/>
          <w:sz w:val="26"/>
          <w:szCs w:val="26"/>
        </w:rPr>
        <w:t xml:space="preserve">предусмотренным  </w:t>
      </w:r>
      <w:hyperlink r:id="rId16" w:history="1">
        <w:r w:rsidRPr="002E7792">
          <w:rPr>
            <w:rFonts w:ascii="Times New Roman" w:hAnsi="Times New Roman" w:cs="Times New Roman"/>
            <w:sz w:val="26"/>
            <w:szCs w:val="26"/>
          </w:rPr>
          <w:t>статьей  37</w:t>
        </w:r>
      </w:hyperlink>
      <w:r w:rsidRPr="002E7792">
        <w:rPr>
          <w:rFonts w:ascii="Times New Roman" w:hAnsi="Times New Roman" w:cs="Times New Roman"/>
          <w:sz w:val="26"/>
          <w:szCs w:val="26"/>
        </w:rPr>
        <w:t xml:space="preserve">  Федерального</w:t>
      </w:r>
      <w:r w:rsidRPr="000835CB">
        <w:rPr>
          <w:rFonts w:ascii="Times New Roman" w:hAnsi="Times New Roman" w:cs="Times New Roman"/>
          <w:sz w:val="26"/>
          <w:szCs w:val="26"/>
        </w:rPr>
        <w:t xml:space="preserve">  закона  от 6 октября  2003 года</w:t>
      </w:r>
      <w:r>
        <w:rPr>
          <w:rFonts w:ascii="Times New Roman" w:hAnsi="Times New Roman" w:cs="Times New Roman"/>
          <w:sz w:val="26"/>
          <w:szCs w:val="26"/>
        </w:rPr>
        <w:t xml:space="preserve">        №</w:t>
      </w:r>
      <w:r w:rsidRPr="000835CB">
        <w:rPr>
          <w:rFonts w:ascii="Times New Roman" w:hAnsi="Times New Roman" w:cs="Times New Roman"/>
          <w:sz w:val="26"/>
          <w:szCs w:val="26"/>
        </w:rPr>
        <w:t xml:space="preserve"> 131-ФЗ   "Об  общих   принципах  организации  местного  самоуправления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Российской Федерации"</w:t>
      </w:r>
      <w:r>
        <w:rPr>
          <w:rFonts w:ascii="Times New Roman" w:hAnsi="Times New Roman" w:cs="Times New Roman"/>
          <w:sz w:val="26"/>
          <w:szCs w:val="26"/>
        </w:rPr>
        <w:t xml:space="preserve"> и статьей 19 Федерального закона от 02 марта.2007 года   № 25-ФЗ «</w:t>
      </w:r>
      <w:r w:rsidRPr="00C86B37">
        <w:rPr>
          <w:rFonts w:ascii="Times New Roman" w:hAnsi="Times New Roman" w:cs="Times New Roman"/>
          <w:sz w:val="26"/>
          <w:szCs w:val="26"/>
        </w:rPr>
        <w:t>О муниципально</w:t>
      </w:r>
      <w:r>
        <w:rPr>
          <w:rFonts w:ascii="Times New Roman" w:hAnsi="Times New Roman" w:cs="Times New Roman"/>
          <w:sz w:val="26"/>
          <w:szCs w:val="26"/>
        </w:rPr>
        <w:t>й службе в Российской Федерации»</w:t>
      </w:r>
      <w:r w:rsidRPr="000835CB">
        <w:rPr>
          <w:rFonts w:ascii="Times New Roman" w:hAnsi="Times New Roman" w:cs="Times New Roman"/>
          <w:sz w:val="26"/>
          <w:szCs w:val="26"/>
        </w:rPr>
        <w:t>.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792">
        <w:rPr>
          <w:rFonts w:ascii="Times New Roman" w:hAnsi="Times New Roman" w:cs="Times New Roman"/>
          <w:b/>
          <w:bCs/>
          <w:sz w:val="26"/>
          <w:szCs w:val="26"/>
        </w:rPr>
        <w:t>9. Разрешение споров и разногласий</w:t>
      </w:r>
    </w:p>
    <w:p w:rsidR="00923F60" w:rsidRPr="002E7792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23F60" w:rsidRPr="000835CB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Споры и разногласия по настоящему контракту разрешаются по соглашению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сторон, а в случае, если согласие не достигнуто, в порядке, предусмотренном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Федерации.</w:t>
      </w:r>
    </w:p>
    <w:p w:rsidR="00923F60" w:rsidRPr="000835CB" w:rsidRDefault="00923F60" w:rsidP="002E779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835CB">
        <w:rPr>
          <w:rFonts w:ascii="Times New Roman" w:hAnsi="Times New Roman" w:cs="Times New Roman"/>
          <w:sz w:val="26"/>
          <w:szCs w:val="26"/>
        </w:rPr>
        <w:t xml:space="preserve">    Настоящий   контракт  составлен  в  двух экземплярах.  Один   экземпляр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хранится   Представителем   нанимателя   в   личном   деле  Главы   местной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администрации, второй - у Главы местной администрации. Оба экземпляра имеют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35CB">
        <w:rPr>
          <w:rFonts w:ascii="Times New Roman" w:hAnsi="Times New Roman" w:cs="Times New Roman"/>
          <w:sz w:val="26"/>
          <w:szCs w:val="26"/>
        </w:rPr>
        <w:t>одинаковую юридическую силу.</w:t>
      </w:r>
    </w:p>
    <w:p w:rsidR="00923F60" w:rsidRPr="000835CB" w:rsidRDefault="00923F60" w:rsidP="000835C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F60" w:rsidRPr="00E34F0C" w:rsidRDefault="00923F60" w:rsidP="00E34F0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Pr="00E34F0C">
        <w:rPr>
          <w:rFonts w:ascii="Times New Roman" w:hAnsi="Times New Roman" w:cs="Times New Roman"/>
          <w:b/>
          <w:bCs/>
          <w:sz w:val="26"/>
          <w:szCs w:val="26"/>
        </w:rPr>
        <w:t>. Реквизиты сторон</w:t>
      </w:r>
    </w:p>
    <w:p w:rsidR="00923F60" w:rsidRPr="00E34F0C" w:rsidRDefault="00923F60" w:rsidP="00E34F0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Представитель нанимателя: </w:t>
      </w:r>
      <w:r w:rsidRPr="00E34F0C">
        <w:rPr>
          <w:rFonts w:ascii="Times New Roman" w:hAnsi="Times New Roman" w:cs="Times New Roman"/>
          <w:sz w:val="26"/>
          <w:szCs w:val="26"/>
        </w:rPr>
        <w:t>му</w:t>
      </w:r>
      <w:r>
        <w:rPr>
          <w:rFonts w:ascii="Times New Roman" w:hAnsi="Times New Roman" w:cs="Times New Roman"/>
          <w:sz w:val="26"/>
          <w:szCs w:val="26"/>
        </w:rPr>
        <w:t xml:space="preserve">ниципальное образование сельское поселение «Деревня Куркино», </w:t>
      </w:r>
      <w:r w:rsidRPr="00E34F0C">
        <w:rPr>
          <w:rFonts w:ascii="Times New Roman" w:hAnsi="Times New Roman" w:cs="Times New Roman"/>
          <w:sz w:val="26"/>
          <w:szCs w:val="26"/>
        </w:rPr>
        <w:t>2499</w:t>
      </w:r>
      <w:r>
        <w:rPr>
          <w:rFonts w:ascii="Times New Roman" w:hAnsi="Times New Roman" w:cs="Times New Roman"/>
          <w:sz w:val="26"/>
          <w:szCs w:val="26"/>
        </w:rPr>
        <w:t>25</w:t>
      </w:r>
      <w:r w:rsidRPr="00E34F0C">
        <w:rPr>
          <w:rFonts w:ascii="Times New Roman" w:hAnsi="Times New Roman" w:cs="Times New Roman"/>
          <w:sz w:val="26"/>
          <w:szCs w:val="26"/>
        </w:rPr>
        <w:t xml:space="preserve"> Калужская область, Юхнов</w:t>
      </w:r>
      <w:r>
        <w:rPr>
          <w:rFonts w:ascii="Times New Roman" w:hAnsi="Times New Roman" w:cs="Times New Roman"/>
          <w:sz w:val="26"/>
          <w:szCs w:val="26"/>
        </w:rPr>
        <w:t>ский район, д. Куркино, ул.Школьная, д.2</w:t>
      </w:r>
      <w:r w:rsidRPr="00E34F0C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34F0C">
        <w:rPr>
          <w:rFonts w:ascii="Times New Roman" w:hAnsi="Times New Roman" w:cs="Times New Roman"/>
          <w:sz w:val="26"/>
          <w:szCs w:val="26"/>
        </w:rPr>
        <w:t xml:space="preserve">ИНН </w:t>
      </w:r>
      <w:r>
        <w:rPr>
          <w:rFonts w:ascii="Times New Roman" w:hAnsi="Times New Roman" w:cs="Times New Roman"/>
          <w:sz w:val="26"/>
          <w:szCs w:val="26"/>
        </w:rPr>
        <w:t xml:space="preserve"> 4022004020</w:t>
      </w:r>
    </w:p>
    <w:p w:rsidR="00923F60" w:rsidRDefault="00923F60" w:rsidP="00E34F0C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  <w:r w:rsidRPr="00E34F0C"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:rsidR="00923F60" w:rsidRPr="00C86B37" w:rsidRDefault="00923F60" w:rsidP="00C86B37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(фамилия, имя, отчество)</w:t>
      </w:r>
    </w:p>
    <w:p w:rsidR="00923F60" w:rsidRPr="00E34F0C" w:rsidRDefault="00923F60" w:rsidP="00E34F0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E34F0C">
        <w:rPr>
          <w:rFonts w:ascii="Times New Roman" w:hAnsi="Times New Roman" w:cs="Times New Roman"/>
          <w:sz w:val="26"/>
          <w:szCs w:val="26"/>
        </w:rPr>
        <w:t>паспорт</w:t>
      </w:r>
      <w:r>
        <w:rPr>
          <w:rFonts w:ascii="Times New Roman" w:hAnsi="Times New Roman" w:cs="Times New Roman"/>
          <w:sz w:val="26"/>
          <w:szCs w:val="26"/>
        </w:rPr>
        <w:t xml:space="preserve"> _______</w:t>
      </w:r>
      <w:r w:rsidRPr="00E34F0C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E34F0C">
        <w:rPr>
          <w:rFonts w:ascii="Times New Roman" w:hAnsi="Times New Roman" w:cs="Times New Roman"/>
          <w:sz w:val="26"/>
          <w:szCs w:val="26"/>
        </w:rPr>
        <w:t xml:space="preserve">  выдан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 _______________________________________________________________________</w:t>
      </w:r>
    </w:p>
    <w:p w:rsidR="00923F60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23F60" w:rsidRPr="00E34F0C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34F0C">
        <w:rPr>
          <w:rFonts w:ascii="Times New Roman" w:hAnsi="Times New Roman" w:cs="Times New Roman"/>
          <w:b/>
          <w:bCs/>
          <w:sz w:val="26"/>
          <w:szCs w:val="26"/>
        </w:rPr>
        <w:t>10. Подписи сторон</w:t>
      </w:r>
    </w:p>
    <w:p w:rsidR="00923F60" w:rsidRPr="00E34F0C" w:rsidRDefault="00923F60" w:rsidP="002E779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464" w:type="dxa"/>
        <w:tblInd w:w="-106" w:type="dxa"/>
        <w:tblLook w:val="00A0"/>
      </w:tblPr>
      <w:tblGrid>
        <w:gridCol w:w="4219"/>
        <w:gridCol w:w="709"/>
        <w:gridCol w:w="4536"/>
      </w:tblGrid>
      <w:tr w:rsidR="00923F60" w:rsidRPr="00F56118">
        <w:tc>
          <w:tcPr>
            <w:tcW w:w="421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561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Глава муниципального образования сельское поселение «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Деревня Куркино</w:t>
            </w:r>
            <w:r w:rsidRPr="00F561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70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561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Глава местной администрации </w:t>
            </w:r>
          </w:p>
        </w:tc>
      </w:tr>
      <w:tr w:rsidR="00923F60" w:rsidRPr="00F56118">
        <w:tc>
          <w:tcPr>
            <w:tcW w:w="4219" w:type="dxa"/>
            <w:tcBorders>
              <w:bottom w:val="single" w:sz="4" w:space="0" w:color="auto"/>
            </w:tcBorders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923F60" w:rsidRPr="00F56118" w:rsidRDefault="00923F60" w:rsidP="00F56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923F60" w:rsidRPr="00F56118">
        <w:tc>
          <w:tcPr>
            <w:tcW w:w="4219" w:type="dxa"/>
            <w:tcBorders>
              <w:top w:val="single" w:sz="4" w:space="0" w:color="auto"/>
            </w:tcBorders>
          </w:tcPr>
          <w:p w:rsidR="00923F60" w:rsidRPr="00F56118" w:rsidRDefault="00923F60" w:rsidP="00F56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56118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70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923F60" w:rsidRPr="00F56118" w:rsidRDefault="00923F60" w:rsidP="00F56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118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</w:tr>
      <w:tr w:rsidR="00923F60" w:rsidRPr="00F56118">
        <w:tc>
          <w:tcPr>
            <w:tcW w:w="4219" w:type="dxa"/>
          </w:tcPr>
          <w:p w:rsidR="00923F60" w:rsidRPr="00F56118" w:rsidRDefault="00923F60" w:rsidP="00F56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3F60" w:rsidRPr="00F56118" w:rsidRDefault="00923F60" w:rsidP="00F561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923F60" w:rsidRPr="00F56118">
        <w:tc>
          <w:tcPr>
            <w:tcW w:w="421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561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«_____» _____________ 20___ года</w:t>
            </w:r>
          </w:p>
        </w:tc>
        <w:tc>
          <w:tcPr>
            <w:tcW w:w="70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561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«_____» ______________ 20____ года</w:t>
            </w:r>
          </w:p>
        </w:tc>
      </w:tr>
      <w:tr w:rsidR="00923F60" w:rsidRPr="00F56118">
        <w:tc>
          <w:tcPr>
            <w:tcW w:w="421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561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М.П.</w:t>
            </w:r>
          </w:p>
        </w:tc>
        <w:tc>
          <w:tcPr>
            <w:tcW w:w="70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923F60" w:rsidRPr="00F56118">
        <w:tc>
          <w:tcPr>
            <w:tcW w:w="421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923F60" w:rsidRPr="00F56118" w:rsidRDefault="00923F60" w:rsidP="00F56118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923F60" w:rsidRDefault="00923F60" w:rsidP="000835CB">
      <w:pPr>
        <w:rPr>
          <w:rFonts w:ascii="Times New Roman" w:hAnsi="Times New Roman" w:cs="Times New Roman"/>
          <w:sz w:val="26"/>
          <w:szCs w:val="26"/>
        </w:rPr>
      </w:pPr>
    </w:p>
    <w:p w:rsidR="00923F60" w:rsidRPr="00B30921" w:rsidRDefault="00923F60" w:rsidP="008D772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30921">
        <w:rPr>
          <w:rFonts w:ascii="Times New Roman" w:hAnsi="Times New Roman" w:cs="Times New Roman"/>
          <w:sz w:val="26"/>
          <w:szCs w:val="26"/>
        </w:rPr>
        <w:t xml:space="preserve">Экземпляр </w:t>
      </w:r>
      <w:r>
        <w:rPr>
          <w:rFonts w:ascii="Times New Roman" w:hAnsi="Times New Roman" w:cs="Times New Roman"/>
          <w:sz w:val="26"/>
          <w:szCs w:val="26"/>
        </w:rPr>
        <w:t xml:space="preserve">контракта </w:t>
      </w:r>
      <w:r w:rsidRPr="00B30921">
        <w:rPr>
          <w:rFonts w:ascii="Times New Roman" w:hAnsi="Times New Roman" w:cs="Times New Roman"/>
          <w:sz w:val="26"/>
          <w:szCs w:val="26"/>
        </w:rPr>
        <w:t>получен и подписан "___"____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B30921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B30921">
        <w:rPr>
          <w:rFonts w:ascii="Times New Roman" w:hAnsi="Times New Roman" w:cs="Times New Roman"/>
          <w:sz w:val="26"/>
          <w:szCs w:val="26"/>
        </w:rPr>
        <w:t>___ г.</w:t>
      </w:r>
    </w:p>
    <w:p w:rsidR="00923F60" w:rsidRPr="00B30921" w:rsidRDefault="00923F60" w:rsidP="008D772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23F60" w:rsidRPr="00B30921" w:rsidRDefault="00923F60" w:rsidP="008D772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30921">
        <w:rPr>
          <w:rFonts w:ascii="Times New Roman" w:hAnsi="Times New Roman" w:cs="Times New Roman"/>
          <w:sz w:val="26"/>
          <w:szCs w:val="26"/>
        </w:rPr>
        <w:t>Подпись: ____________________</w:t>
      </w:r>
    </w:p>
    <w:p w:rsidR="00923F60" w:rsidRDefault="00923F60" w:rsidP="008D7725">
      <w:pPr>
        <w:rPr>
          <w:b/>
          <w:bCs/>
          <w:sz w:val="20"/>
          <w:szCs w:val="20"/>
        </w:rPr>
      </w:pPr>
    </w:p>
    <w:p w:rsidR="00923F60" w:rsidRDefault="00923F60" w:rsidP="000835CB">
      <w:pPr>
        <w:rPr>
          <w:rFonts w:ascii="Times New Roman" w:hAnsi="Times New Roman" w:cs="Times New Roman"/>
          <w:sz w:val="26"/>
          <w:szCs w:val="26"/>
        </w:rPr>
      </w:pPr>
    </w:p>
    <w:p w:rsidR="00923F60" w:rsidRDefault="00923F60" w:rsidP="000835CB">
      <w:pPr>
        <w:rPr>
          <w:rFonts w:ascii="Times New Roman" w:hAnsi="Times New Roman" w:cs="Times New Roman"/>
          <w:sz w:val="26"/>
          <w:szCs w:val="26"/>
        </w:rPr>
      </w:pPr>
    </w:p>
    <w:p w:rsidR="00923F60" w:rsidRDefault="00923F60" w:rsidP="000835CB">
      <w:pPr>
        <w:rPr>
          <w:rFonts w:ascii="Times New Roman" w:hAnsi="Times New Roman" w:cs="Times New Roman"/>
          <w:sz w:val="26"/>
          <w:szCs w:val="26"/>
        </w:rPr>
      </w:pPr>
    </w:p>
    <w:p w:rsidR="00923F60" w:rsidRDefault="00923F60" w:rsidP="000835CB">
      <w:pPr>
        <w:rPr>
          <w:rFonts w:ascii="Times New Roman" w:hAnsi="Times New Roman" w:cs="Times New Roman"/>
          <w:sz w:val="26"/>
          <w:szCs w:val="26"/>
        </w:rPr>
      </w:pP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BD1525">
        <w:rPr>
          <w:rFonts w:ascii="Times New Roman" w:hAnsi="Times New Roman" w:cs="Times New Roman"/>
        </w:rPr>
        <w:t>Приложение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D1525">
        <w:rPr>
          <w:rFonts w:ascii="Times New Roman" w:hAnsi="Times New Roman" w:cs="Times New Roman"/>
        </w:rPr>
        <w:t>к контракту Главы местной администрации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D1525">
        <w:rPr>
          <w:rFonts w:ascii="Times New Roman" w:hAnsi="Times New Roman" w:cs="Times New Roman"/>
        </w:rPr>
        <w:t>муниципального образования</w:t>
      </w:r>
      <w:r>
        <w:rPr>
          <w:rFonts w:ascii="Times New Roman" w:hAnsi="Times New Roman" w:cs="Times New Roman"/>
        </w:rPr>
        <w:t xml:space="preserve"> </w:t>
      </w:r>
      <w:r w:rsidRPr="00BD1525">
        <w:rPr>
          <w:rFonts w:ascii="Times New Roman" w:hAnsi="Times New Roman" w:cs="Times New Roman"/>
        </w:rPr>
        <w:t>сельское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1525">
        <w:rPr>
          <w:rFonts w:ascii="Times New Roman" w:hAnsi="Times New Roman" w:cs="Times New Roman"/>
        </w:rPr>
        <w:t>поселение "</w:t>
      </w:r>
      <w:r>
        <w:rPr>
          <w:rFonts w:ascii="Times New Roman" w:hAnsi="Times New Roman" w:cs="Times New Roman"/>
        </w:rPr>
        <w:t>Деревня Куркино</w:t>
      </w:r>
      <w:r w:rsidRPr="00BD1525">
        <w:rPr>
          <w:rFonts w:ascii="Times New Roman" w:hAnsi="Times New Roman" w:cs="Times New Roman"/>
        </w:rPr>
        <w:t>"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365"/>
      <w:bookmarkEnd w:id="2"/>
      <w:r w:rsidRPr="00CA2527">
        <w:rPr>
          <w:rFonts w:ascii="Times New Roman" w:hAnsi="Times New Roman" w:cs="Times New Roman"/>
          <w:b/>
          <w:bCs/>
          <w:sz w:val="26"/>
          <w:szCs w:val="26"/>
        </w:rPr>
        <w:t>ДОЛЖНОСТНАЯ ИНСТРУКЦИЯ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A2527">
        <w:rPr>
          <w:rFonts w:ascii="Times New Roman" w:hAnsi="Times New Roman" w:cs="Times New Roman"/>
          <w:b/>
          <w:bCs/>
          <w:sz w:val="26"/>
          <w:szCs w:val="26"/>
        </w:rPr>
        <w:t xml:space="preserve">ГЛАВЫ АДМИНИСТРАЦИИМУНИЦИПАЛЬНОГООБРАЗОВАНИЯ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b/>
          <w:bCs/>
          <w:sz w:val="26"/>
          <w:szCs w:val="26"/>
        </w:rPr>
        <w:t>ПОСЕЛЕНИЯ "</w:t>
      </w:r>
      <w:r>
        <w:rPr>
          <w:rFonts w:ascii="Times New Roman" w:hAnsi="Times New Roman" w:cs="Times New Roman"/>
          <w:b/>
          <w:bCs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b/>
          <w:bCs/>
          <w:sz w:val="26"/>
          <w:szCs w:val="26"/>
        </w:rPr>
        <w:t>"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23F60" w:rsidRPr="004E215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370"/>
      <w:bookmarkEnd w:id="3"/>
      <w:r w:rsidRPr="004E2155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1.1. Глав</w:t>
      </w:r>
      <w:r>
        <w:rPr>
          <w:rFonts w:ascii="Times New Roman" w:hAnsi="Times New Roman" w:cs="Times New Roman"/>
          <w:sz w:val="26"/>
          <w:szCs w:val="26"/>
        </w:rPr>
        <w:t>а местной</w:t>
      </w:r>
      <w:r w:rsidRPr="00CA2527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сельское </w:t>
      </w:r>
      <w:r w:rsidRPr="00CA2527">
        <w:rPr>
          <w:rFonts w:ascii="Times New Roman" w:hAnsi="Times New Roman" w:cs="Times New Roman"/>
          <w:sz w:val="26"/>
          <w:szCs w:val="26"/>
        </w:rPr>
        <w:t>поселени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A2527">
        <w:rPr>
          <w:rFonts w:ascii="Times New Roman" w:hAnsi="Times New Roman" w:cs="Times New Roman"/>
          <w:sz w:val="26"/>
          <w:szCs w:val="26"/>
        </w:rPr>
        <w:t xml:space="preserve">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 xml:space="preserve">" (далее </w:t>
      </w:r>
      <w:r>
        <w:rPr>
          <w:rFonts w:ascii="Times New Roman" w:hAnsi="Times New Roman" w:cs="Times New Roman"/>
          <w:sz w:val="26"/>
          <w:szCs w:val="26"/>
        </w:rPr>
        <w:t>– Глава местной администрации</w:t>
      </w:r>
      <w:r w:rsidRPr="00CA2527">
        <w:rPr>
          <w:rFonts w:ascii="Times New Roman" w:hAnsi="Times New Roman" w:cs="Times New Roman"/>
          <w:sz w:val="26"/>
          <w:szCs w:val="26"/>
        </w:rPr>
        <w:t xml:space="preserve">) назначается на должность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CA2527">
        <w:rPr>
          <w:rFonts w:ascii="Times New Roman" w:hAnsi="Times New Roman" w:cs="Times New Roman"/>
          <w:sz w:val="26"/>
          <w:szCs w:val="26"/>
        </w:rPr>
        <w:t xml:space="preserve">ской Думой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 xml:space="preserve">" на срок </w:t>
      </w:r>
      <w:r>
        <w:rPr>
          <w:rFonts w:ascii="Times New Roman" w:hAnsi="Times New Roman" w:cs="Times New Roman"/>
          <w:sz w:val="26"/>
          <w:szCs w:val="26"/>
        </w:rPr>
        <w:t xml:space="preserve">полномочий Сельской Думы 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1.2. </w:t>
      </w: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Pr="00CA2527">
        <w:rPr>
          <w:rFonts w:ascii="Times New Roman" w:hAnsi="Times New Roman" w:cs="Times New Roman"/>
          <w:sz w:val="26"/>
          <w:szCs w:val="26"/>
        </w:rPr>
        <w:t xml:space="preserve"> руководит администрацией </w:t>
      </w:r>
      <w:r>
        <w:rPr>
          <w:rFonts w:ascii="Times New Roman" w:hAnsi="Times New Roman" w:cs="Times New Roman"/>
          <w:sz w:val="26"/>
          <w:szCs w:val="26"/>
        </w:rPr>
        <w:t>сельского поселения «Деревня Куркино»</w:t>
      </w:r>
      <w:r w:rsidRPr="00CA2527">
        <w:rPr>
          <w:rFonts w:ascii="Times New Roman" w:hAnsi="Times New Roman" w:cs="Times New Roman"/>
          <w:sz w:val="26"/>
          <w:szCs w:val="26"/>
        </w:rPr>
        <w:t xml:space="preserve"> на принципах единоначалия.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1.3. </w:t>
      </w: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Pr="00CA2527">
        <w:rPr>
          <w:rFonts w:ascii="Times New Roman" w:hAnsi="Times New Roman" w:cs="Times New Roman"/>
          <w:sz w:val="26"/>
          <w:szCs w:val="26"/>
        </w:rPr>
        <w:t xml:space="preserve"> осуществляет свою работу в соответствии с законодательством Российской Федерации, </w:t>
      </w:r>
      <w:hyperlink r:id="rId17" w:history="1">
        <w:r w:rsidRPr="004E2155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4E2155">
        <w:rPr>
          <w:rFonts w:ascii="Times New Roman" w:hAnsi="Times New Roman" w:cs="Times New Roman"/>
          <w:sz w:val="26"/>
          <w:szCs w:val="26"/>
        </w:rPr>
        <w:t xml:space="preserve"> сельского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E2155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4E2155">
        <w:rPr>
          <w:rFonts w:ascii="Times New Roman" w:hAnsi="Times New Roman" w:cs="Times New Roman"/>
          <w:sz w:val="26"/>
          <w:szCs w:val="26"/>
        </w:rPr>
        <w:t xml:space="preserve">", заключенным с ним </w:t>
      </w:r>
      <w:hyperlink w:anchor="Par42" w:history="1">
        <w:r w:rsidRPr="004E2155">
          <w:rPr>
            <w:rFonts w:ascii="Times New Roman" w:hAnsi="Times New Roman" w:cs="Times New Roman"/>
            <w:sz w:val="26"/>
            <w:szCs w:val="26"/>
          </w:rPr>
          <w:t>контрактом</w:t>
        </w:r>
      </w:hyperlink>
      <w:r w:rsidRPr="00CA2527">
        <w:rPr>
          <w:rFonts w:ascii="Times New Roman" w:hAnsi="Times New Roman" w:cs="Times New Roman"/>
          <w:sz w:val="26"/>
          <w:szCs w:val="26"/>
        </w:rPr>
        <w:t>, настоящей должностной инструкцией.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23F60" w:rsidRPr="00600A70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bookmarkStart w:id="4" w:name="Par376"/>
      <w:bookmarkEnd w:id="4"/>
      <w:r w:rsidRPr="00600A70">
        <w:rPr>
          <w:rFonts w:ascii="Times New Roman" w:hAnsi="Times New Roman" w:cs="Times New Roman"/>
          <w:b/>
          <w:bCs/>
          <w:sz w:val="26"/>
          <w:szCs w:val="26"/>
        </w:rPr>
        <w:t>2. Квалификационные требования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23F60" w:rsidRDefault="00923F60" w:rsidP="00B13585">
      <w:pPr>
        <w:pStyle w:val="ConsPlusNormal"/>
        <w:ind w:firstLine="540"/>
        <w:jc w:val="both"/>
      </w:pPr>
      <w:r w:rsidRPr="00CA2527">
        <w:t xml:space="preserve">2.1. На должность </w:t>
      </w:r>
      <w:r>
        <w:t>Главы администрации</w:t>
      </w:r>
      <w:r w:rsidRPr="00CA2527">
        <w:t xml:space="preserve"> назначается лицо, имеющее </w:t>
      </w:r>
      <w:r>
        <w:t>среднее профессиональное образование и не менее трех лет стажа работы по специальности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2.2. </w:t>
      </w: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Pr="00CA2527">
        <w:rPr>
          <w:rFonts w:ascii="Times New Roman" w:hAnsi="Times New Roman" w:cs="Times New Roman"/>
          <w:sz w:val="26"/>
          <w:szCs w:val="26"/>
        </w:rPr>
        <w:t xml:space="preserve"> должен знать:</w:t>
      </w:r>
    </w:p>
    <w:p w:rsidR="00923F60" w:rsidRPr="00B13585" w:rsidRDefault="00923F60" w:rsidP="00B13585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384"/>
      <w:bookmarkEnd w:id="5"/>
      <w:r w:rsidRPr="00B13585">
        <w:rPr>
          <w:rFonts w:ascii="Times New Roman" w:hAnsi="Times New Roman" w:cs="Times New Roman"/>
          <w:sz w:val="26"/>
          <w:szCs w:val="26"/>
        </w:rPr>
        <w:t xml:space="preserve">Конституцию Российской Федерации, федеральные законы, указы, указы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13585">
        <w:rPr>
          <w:rFonts w:ascii="Times New Roman" w:hAnsi="Times New Roman" w:cs="Times New Roman"/>
          <w:sz w:val="26"/>
          <w:szCs w:val="26"/>
        </w:rPr>
        <w:t>резидента Российской Федерации, постановления Правительства Российской Федерации, иные нормативные правовые акты, в соответствии с которыми осуществляется деятельность в соответствующей сфере;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методы проведения деловых переговоров;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методы управления аппаратом администрации;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правила делового этикета;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правила и нормы охраны труда, техники безопасности и противопожарной защиты;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B13585">
        <w:rPr>
          <w:rFonts w:ascii="Times New Roman" w:hAnsi="Times New Roman" w:cs="Times New Roman"/>
          <w:sz w:val="26"/>
          <w:szCs w:val="26"/>
        </w:rPr>
        <w:t>равила внутреннего трудового распорядка администрации;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порядок работы со служебной информацией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B13585">
        <w:rPr>
          <w:rFonts w:ascii="Times New Roman" w:hAnsi="Times New Roman" w:cs="Times New Roman"/>
          <w:sz w:val="26"/>
          <w:szCs w:val="26"/>
        </w:rPr>
        <w:t xml:space="preserve"> правовые аспекты в области информационно-коммуникационных технологий;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программные документы и приоритеты государственной политики в области информационно-коммуникационных технологий;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правовые аспекты в сфере предоставления муниципальных услуг населению и организациям посредством применения информационно-коммуникационных технологий;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аппаратное и программное обеспечение;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возможности и особенности применения современных информационно-коммуникационных технологий, включая использование возможностей межведомственного документооборо</w:t>
      </w:r>
      <w:r>
        <w:rPr>
          <w:rFonts w:ascii="Times New Roman" w:hAnsi="Times New Roman" w:cs="Times New Roman"/>
          <w:sz w:val="26"/>
          <w:szCs w:val="26"/>
        </w:rPr>
        <w:t>та;</w:t>
      </w:r>
      <w:r w:rsidRPr="00B13585">
        <w:rPr>
          <w:rFonts w:ascii="Times New Roman" w:hAnsi="Times New Roman" w:cs="Times New Roman"/>
          <w:sz w:val="26"/>
          <w:szCs w:val="26"/>
        </w:rPr>
        <w:t xml:space="preserve"> общие вопросы в области обеспечения информационной безопасности;  основы проектного управления.</w:t>
      </w:r>
    </w:p>
    <w:p w:rsidR="00923F60" w:rsidRPr="00B13585" w:rsidRDefault="00923F60" w:rsidP="00B13585">
      <w:pPr>
        <w:pStyle w:val="NoSpacing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</w:t>
      </w:r>
      <w:r w:rsidRPr="00B13585">
        <w:rPr>
          <w:rFonts w:ascii="Times New Roman" w:hAnsi="Times New Roman" w:cs="Times New Roman"/>
          <w:sz w:val="26"/>
          <w:szCs w:val="26"/>
        </w:rPr>
        <w:t xml:space="preserve"> Главы администрации должен иметь навыки</w:t>
      </w:r>
      <w:r w:rsidRPr="00B13585"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 xml:space="preserve">управления персоналом; 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13585">
        <w:rPr>
          <w:rFonts w:ascii="Times New Roman" w:hAnsi="Times New Roman" w:cs="Times New Roman"/>
          <w:sz w:val="26"/>
          <w:szCs w:val="26"/>
        </w:rPr>
        <w:t>перативного принятия и реализации управленческих и иных решений; прогнозирования последствий принятых решений; ведения деловых переговоров; подготовки делового письма; взаимодействия с другими ведомствами, организациями, государственными и муниципальными органами, государственными и муниципальными служащими, муниципальными образованиями, населением;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стратегического планирования и управления групповой деятельностью с учетом возможностей и особенностей применения современных информационно-коммуникационных технологий; работы с внутренними и периферийными устройствами компьютера; работы с информационно-телекоммуникационными сетями, в т.ч. сетью Интернет;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585">
        <w:rPr>
          <w:rFonts w:ascii="Times New Roman" w:hAnsi="Times New Roman" w:cs="Times New Roman"/>
          <w:sz w:val="26"/>
          <w:szCs w:val="26"/>
        </w:rPr>
        <w:t>работы в операционной системе; управления электронной почтой; работы в текстовом редакторе; с электронными таблицами и базами данных; с системами управления проектами.</w:t>
      </w:r>
    </w:p>
    <w:p w:rsidR="00923F60" w:rsidRPr="00B1358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16"/>
          <w:szCs w:val="16"/>
        </w:rPr>
      </w:pPr>
    </w:p>
    <w:p w:rsidR="00923F60" w:rsidRPr="00600A70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600A70">
        <w:rPr>
          <w:rFonts w:ascii="Times New Roman" w:hAnsi="Times New Roman" w:cs="Times New Roman"/>
          <w:b/>
          <w:bCs/>
          <w:sz w:val="26"/>
          <w:szCs w:val="26"/>
        </w:rPr>
        <w:t>3. Обязанности</w:t>
      </w:r>
    </w:p>
    <w:p w:rsidR="00923F60" w:rsidRPr="00B1358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В сфере осуществления исполнительно-распорядительной деятельности </w:t>
      </w: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Pr="00CA2527">
        <w:rPr>
          <w:rFonts w:ascii="Times New Roman" w:hAnsi="Times New Roman" w:cs="Times New Roman"/>
          <w:sz w:val="26"/>
          <w:szCs w:val="26"/>
        </w:rPr>
        <w:t>: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3.1. Осуществляет общее руководство деятельностью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 xml:space="preserve">", ее структурных подразделений по решению всех вопросов, отнесенных к компетенции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 xml:space="preserve">Деревня Куркино 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3.2. Обеспечивает исполнение полномочий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 xml:space="preserve">" по решению вопросов местного значения города в соответствии с законодательством, </w:t>
      </w:r>
      <w:hyperlink r:id="rId18" w:history="1">
        <w:r w:rsidRPr="00600A70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 «Деревня Куркино» п</w:t>
      </w:r>
      <w:r w:rsidRPr="00CA2527">
        <w:rPr>
          <w:rFonts w:ascii="Times New Roman" w:hAnsi="Times New Roman" w:cs="Times New Roman"/>
          <w:sz w:val="26"/>
          <w:szCs w:val="26"/>
        </w:rPr>
        <w:t xml:space="preserve">равовыми актами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CA2527">
        <w:rPr>
          <w:rFonts w:ascii="Times New Roman" w:hAnsi="Times New Roman" w:cs="Times New Roman"/>
          <w:sz w:val="26"/>
          <w:szCs w:val="26"/>
        </w:rPr>
        <w:t xml:space="preserve">ской Думы </w:t>
      </w:r>
      <w:r>
        <w:rPr>
          <w:rFonts w:ascii="Times New Roman" w:hAnsi="Times New Roman" w:cs="Times New Roman"/>
          <w:sz w:val="26"/>
          <w:szCs w:val="26"/>
        </w:rPr>
        <w:t>сельского поселения «Деревня Куркино».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3.3. Распоряжается финансовыми средствами в установленном законодательством порядке.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3.4. Разрабатывает и вносит в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CA2527">
        <w:rPr>
          <w:rFonts w:ascii="Times New Roman" w:hAnsi="Times New Roman" w:cs="Times New Roman"/>
          <w:sz w:val="26"/>
          <w:szCs w:val="26"/>
        </w:rPr>
        <w:t xml:space="preserve">скую Думу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 на утверждение проекты местного бюджета, планов и программ социально-экономического развития города, а также отчетов об их исполнении.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3.5. Распоряжается муниципальной собственностью в соответствии с порядком, установленным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CA2527">
        <w:rPr>
          <w:rFonts w:ascii="Times New Roman" w:hAnsi="Times New Roman" w:cs="Times New Roman"/>
          <w:sz w:val="26"/>
          <w:szCs w:val="26"/>
        </w:rPr>
        <w:t xml:space="preserve">ской Думой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3.6. Утверждает штатное расписание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 xml:space="preserve">" в пределах утвержденных в местном бюджете средств на содержание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3.7. Назначает на должность и освобождает от должности работников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", а также решает вопросы об их поощрении и применении к ним мер дисциплинарной ответственности.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3.8. Утверждает положения о структурных подразделениях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3.9. Назначает на должность и освобождает от должности руководителей муниципальных предприятий и учреждений.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3.10. Представляет администрацию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 на всех официальных протокольных мероприятиях, выполняет другие представительские функции.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3.11. Обеспечивает своевременное финансирование расходов на выплату заработной платы учреждениям, финансируемым за счет местного бюджета.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3.12. Заключает от имени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 xml:space="preserve">" договоры и обеспечивает своевременное и качественное выполнение всех договоров и обязательств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3.13. Обеспечивает бесперебойную и устойчивую работу всех объектов муниципального хозяйства.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3.14. Организует формирование муниципального заказа и контролирует его выполнение.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3.15. Издает в пределах своих полномочий правовые акты.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3.16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527">
        <w:rPr>
          <w:rFonts w:ascii="Times New Roman" w:hAnsi="Times New Roman" w:cs="Times New Roman"/>
          <w:sz w:val="26"/>
          <w:szCs w:val="26"/>
        </w:rPr>
        <w:t xml:space="preserve"> Осуществляет иные полномочия в соответствии с законодательством и </w:t>
      </w:r>
      <w:hyperlink r:id="rId19" w:history="1">
        <w:r w:rsidRPr="00600A70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23F60" w:rsidRPr="00600A70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bookmarkStart w:id="6" w:name="Par404"/>
      <w:bookmarkEnd w:id="6"/>
      <w:r w:rsidRPr="00600A70">
        <w:rPr>
          <w:rFonts w:ascii="Times New Roman" w:hAnsi="Times New Roman" w:cs="Times New Roman"/>
          <w:b/>
          <w:bCs/>
          <w:sz w:val="26"/>
          <w:szCs w:val="26"/>
        </w:rPr>
        <w:t>4. Права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Pr="00CA2527">
        <w:rPr>
          <w:rFonts w:ascii="Times New Roman" w:hAnsi="Times New Roman" w:cs="Times New Roman"/>
          <w:sz w:val="26"/>
          <w:szCs w:val="26"/>
        </w:rPr>
        <w:t xml:space="preserve"> имеет право: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4.1. Представлять муниципальное образование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действовать от имени муниципального образования.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4.2. Выдавать от имени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 доверенности, совершать иные юридические действия.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4.3. Открывать в кредитных учреждениях, органах казначейства расчетные и иные счета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4.4. Вносить на рассмотрение городской Думы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 xml:space="preserve">" проекты нормативных правовых актов города, предусматривающие установление и изменение местных налогов и сборов, по основаниям, предусмотренным Налоговым </w:t>
      </w:r>
      <w:hyperlink r:id="rId20" w:history="1">
        <w:r w:rsidRPr="00600A70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CA2527">
        <w:rPr>
          <w:rFonts w:ascii="Times New Roman" w:hAnsi="Times New Roman" w:cs="Times New Roman"/>
          <w:sz w:val="26"/>
          <w:szCs w:val="26"/>
        </w:rPr>
        <w:t xml:space="preserve"> РФ, осуществление расходов из средств местного бюджета в пределах установленной компетенции, либо давать по ним заключения.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4.5. Вносить предложения о созыве внеочередных заседаний </w:t>
      </w:r>
      <w:r>
        <w:rPr>
          <w:rFonts w:ascii="Times New Roman" w:hAnsi="Times New Roman" w:cs="Times New Roman"/>
          <w:sz w:val="26"/>
          <w:szCs w:val="26"/>
        </w:rPr>
        <w:t>Сельс</w:t>
      </w:r>
      <w:r w:rsidRPr="00CA2527">
        <w:rPr>
          <w:rFonts w:ascii="Times New Roman" w:hAnsi="Times New Roman" w:cs="Times New Roman"/>
          <w:sz w:val="26"/>
          <w:szCs w:val="26"/>
        </w:rPr>
        <w:t xml:space="preserve">кой Думы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 xml:space="preserve">", предлагать вопросы в повестку дня заседаний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CA2527">
        <w:rPr>
          <w:rFonts w:ascii="Times New Roman" w:hAnsi="Times New Roman" w:cs="Times New Roman"/>
          <w:sz w:val="26"/>
          <w:szCs w:val="26"/>
        </w:rPr>
        <w:t xml:space="preserve">ской Думы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 xml:space="preserve">4.6. Иные права в соответствии с законодательством и </w:t>
      </w:r>
      <w:hyperlink r:id="rId21" w:history="1">
        <w:r w:rsidRPr="00600A70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23F60" w:rsidRPr="00600A70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bookmarkStart w:id="7" w:name="Par414"/>
      <w:bookmarkEnd w:id="7"/>
      <w:r w:rsidRPr="00600A70">
        <w:rPr>
          <w:rFonts w:ascii="Times New Roman" w:hAnsi="Times New Roman" w:cs="Times New Roman"/>
          <w:b/>
          <w:bCs/>
          <w:sz w:val="26"/>
          <w:szCs w:val="26"/>
        </w:rPr>
        <w:t>5. Ответственность</w:t>
      </w:r>
    </w:p>
    <w:p w:rsidR="00923F60" w:rsidRPr="00BD1525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23F60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Pr="00CA2527">
        <w:rPr>
          <w:rFonts w:ascii="Times New Roman" w:hAnsi="Times New Roman" w:cs="Times New Roman"/>
          <w:sz w:val="26"/>
          <w:szCs w:val="26"/>
        </w:rPr>
        <w:t xml:space="preserve"> несет ответственность за неисполнение или ненадлежащее исполнение возложенных на него обязанностей, установленных настоящей должностной инструкцией, законодательством о труде и муниципальной службе, </w:t>
      </w:r>
      <w:hyperlink r:id="rId22" w:history="1">
        <w:r w:rsidRPr="00600A70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 xml:space="preserve">поселения, </w:t>
      </w:r>
      <w:hyperlink w:anchor="Par42" w:history="1">
        <w:r w:rsidRPr="00600A70">
          <w:rPr>
            <w:rFonts w:ascii="Times New Roman" w:hAnsi="Times New Roman" w:cs="Times New Roman"/>
            <w:sz w:val="26"/>
            <w:szCs w:val="26"/>
          </w:rPr>
          <w:t>контрактом</w:t>
        </w:r>
      </w:hyperlink>
      <w:r w:rsidRPr="00600A70">
        <w:rPr>
          <w:rFonts w:ascii="Times New Roman" w:hAnsi="Times New Roman" w:cs="Times New Roman"/>
          <w:sz w:val="26"/>
          <w:szCs w:val="26"/>
        </w:rPr>
        <w:t>,</w:t>
      </w:r>
      <w:r w:rsidRPr="00CA2527">
        <w:rPr>
          <w:rFonts w:ascii="Times New Roman" w:hAnsi="Times New Roman" w:cs="Times New Roman"/>
          <w:sz w:val="26"/>
          <w:szCs w:val="26"/>
        </w:rPr>
        <w:t xml:space="preserve"> заключенным с </w:t>
      </w:r>
      <w:r>
        <w:rPr>
          <w:rFonts w:ascii="Times New Roman" w:hAnsi="Times New Roman" w:cs="Times New Roman"/>
          <w:sz w:val="26"/>
          <w:szCs w:val="26"/>
        </w:rPr>
        <w:t>Сель</w:t>
      </w:r>
      <w:r w:rsidRPr="00CA2527">
        <w:rPr>
          <w:rFonts w:ascii="Times New Roman" w:hAnsi="Times New Roman" w:cs="Times New Roman"/>
          <w:sz w:val="26"/>
          <w:szCs w:val="26"/>
        </w:rPr>
        <w:t xml:space="preserve">ской Думой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CA2527">
        <w:rPr>
          <w:rFonts w:ascii="Times New Roman" w:hAnsi="Times New Roman" w:cs="Times New Roman"/>
          <w:sz w:val="26"/>
          <w:szCs w:val="26"/>
        </w:rPr>
        <w:t>поселения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CA2527">
        <w:rPr>
          <w:rFonts w:ascii="Times New Roman" w:hAnsi="Times New Roman" w:cs="Times New Roman"/>
          <w:sz w:val="26"/>
          <w:szCs w:val="26"/>
        </w:rPr>
        <w:t>".</w:t>
      </w:r>
    </w:p>
    <w:p w:rsidR="00923F60" w:rsidRPr="00CA2527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2527">
        <w:rPr>
          <w:rFonts w:ascii="Times New Roman" w:hAnsi="Times New Roman" w:cs="Times New Roman"/>
          <w:sz w:val="26"/>
          <w:szCs w:val="26"/>
        </w:rPr>
        <w:t>С должностной инструкцией ознакомлен_______________________________</w:t>
      </w:r>
    </w:p>
    <w:p w:rsidR="00923F60" w:rsidRDefault="00923F60" w:rsidP="002E67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23F60" w:rsidRPr="00CA2527" w:rsidRDefault="00923F60" w:rsidP="00BD15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"_____" ______________ 20____ года</w:t>
      </w:r>
    </w:p>
    <w:p w:rsidR="00923F60" w:rsidRPr="000835CB" w:rsidRDefault="00923F60" w:rsidP="000835CB">
      <w:pPr>
        <w:rPr>
          <w:rFonts w:ascii="Times New Roman" w:hAnsi="Times New Roman" w:cs="Times New Roman"/>
          <w:sz w:val="26"/>
          <w:szCs w:val="26"/>
        </w:rPr>
      </w:pPr>
    </w:p>
    <w:sectPr w:rsidR="00923F60" w:rsidRPr="000835CB" w:rsidSect="009E49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7198F"/>
    <w:multiLevelType w:val="hybridMultilevel"/>
    <w:tmpl w:val="3A426B4A"/>
    <w:lvl w:ilvl="0" w:tplc="EC7E50AA">
      <w:start w:val="3"/>
      <w:numFmt w:val="bullet"/>
      <w:lvlText w:val="-"/>
      <w:lvlJc w:val="left"/>
      <w:pPr>
        <w:ind w:left="9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48" w:hanging="360"/>
      </w:pPr>
      <w:rPr>
        <w:rFonts w:ascii="Wingdings" w:hAnsi="Wingdings" w:cs="Wingdings" w:hint="default"/>
      </w:rPr>
    </w:lvl>
  </w:abstractNum>
  <w:abstractNum w:abstractNumId="1">
    <w:nsid w:val="2C4A4CA8"/>
    <w:multiLevelType w:val="hybridMultilevel"/>
    <w:tmpl w:val="3F0C011C"/>
    <w:lvl w:ilvl="0" w:tplc="EC7E50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2E77A6A"/>
    <w:multiLevelType w:val="hybridMultilevel"/>
    <w:tmpl w:val="EF2C1EC0"/>
    <w:lvl w:ilvl="0" w:tplc="EC7E50AA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cs="Wingdings" w:hint="default"/>
      </w:rPr>
    </w:lvl>
  </w:abstractNum>
  <w:abstractNum w:abstractNumId="3">
    <w:nsid w:val="69A81E76"/>
    <w:multiLevelType w:val="hybridMultilevel"/>
    <w:tmpl w:val="9EB8A34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5CB"/>
    <w:rsid w:val="00001AFD"/>
    <w:rsid w:val="000078B0"/>
    <w:rsid w:val="0001189C"/>
    <w:rsid w:val="000139F6"/>
    <w:rsid w:val="00014862"/>
    <w:rsid w:val="00015E9D"/>
    <w:rsid w:val="00016287"/>
    <w:rsid w:val="00016C6C"/>
    <w:rsid w:val="000201BE"/>
    <w:rsid w:val="0002275C"/>
    <w:rsid w:val="00025122"/>
    <w:rsid w:val="00025D30"/>
    <w:rsid w:val="000274B8"/>
    <w:rsid w:val="00030346"/>
    <w:rsid w:val="000312B4"/>
    <w:rsid w:val="00033ED0"/>
    <w:rsid w:val="0003684B"/>
    <w:rsid w:val="00036D80"/>
    <w:rsid w:val="00040DF1"/>
    <w:rsid w:val="000435CA"/>
    <w:rsid w:val="00044540"/>
    <w:rsid w:val="0004500A"/>
    <w:rsid w:val="00047171"/>
    <w:rsid w:val="00050216"/>
    <w:rsid w:val="000505B3"/>
    <w:rsid w:val="00051F98"/>
    <w:rsid w:val="0005220E"/>
    <w:rsid w:val="00052FBF"/>
    <w:rsid w:val="00060B78"/>
    <w:rsid w:val="00061414"/>
    <w:rsid w:val="00061D1C"/>
    <w:rsid w:val="0006524C"/>
    <w:rsid w:val="0007282F"/>
    <w:rsid w:val="00072D6D"/>
    <w:rsid w:val="00073CFD"/>
    <w:rsid w:val="00073DBF"/>
    <w:rsid w:val="00075B2C"/>
    <w:rsid w:val="00075C5A"/>
    <w:rsid w:val="00076C95"/>
    <w:rsid w:val="00081CF4"/>
    <w:rsid w:val="000825BB"/>
    <w:rsid w:val="000835CB"/>
    <w:rsid w:val="000852FA"/>
    <w:rsid w:val="000860E4"/>
    <w:rsid w:val="00090C4A"/>
    <w:rsid w:val="000915E0"/>
    <w:rsid w:val="00092C8A"/>
    <w:rsid w:val="00094BA9"/>
    <w:rsid w:val="00094DAC"/>
    <w:rsid w:val="0009603B"/>
    <w:rsid w:val="00096EDB"/>
    <w:rsid w:val="000A1104"/>
    <w:rsid w:val="000A3068"/>
    <w:rsid w:val="000A507B"/>
    <w:rsid w:val="000A5633"/>
    <w:rsid w:val="000A59AF"/>
    <w:rsid w:val="000A6203"/>
    <w:rsid w:val="000A7B7F"/>
    <w:rsid w:val="000B0625"/>
    <w:rsid w:val="000B197A"/>
    <w:rsid w:val="000B215A"/>
    <w:rsid w:val="000B2D60"/>
    <w:rsid w:val="000C0818"/>
    <w:rsid w:val="000C0DF5"/>
    <w:rsid w:val="000C26FB"/>
    <w:rsid w:val="000C2BE1"/>
    <w:rsid w:val="000D3B4A"/>
    <w:rsid w:val="000D3FA0"/>
    <w:rsid w:val="000E1B60"/>
    <w:rsid w:val="000E333C"/>
    <w:rsid w:val="000E3722"/>
    <w:rsid w:val="000E4DE0"/>
    <w:rsid w:val="000E6757"/>
    <w:rsid w:val="000E6959"/>
    <w:rsid w:val="000E72DE"/>
    <w:rsid w:val="000F091D"/>
    <w:rsid w:val="000F3977"/>
    <w:rsid w:val="000F4ADA"/>
    <w:rsid w:val="000F7726"/>
    <w:rsid w:val="00100412"/>
    <w:rsid w:val="00101F94"/>
    <w:rsid w:val="00102BD4"/>
    <w:rsid w:val="00103539"/>
    <w:rsid w:val="00104615"/>
    <w:rsid w:val="00104E75"/>
    <w:rsid w:val="00106A1D"/>
    <w:rsid w:val="00112EC9"/>
    <w:rsid w:val="00114CA2"/>
    <w:rsid w:val="001154D2"/>
    <w:rsid w:val="00115A96"/>
    <w:rsid w:val="00116DB9"/>
    <w:rsid w:val="00121E81"/>
    <w:rsid w:val="00122DDA"/>
    <w:rsid w:val="00123DE1"/>
    <w:rsid w:val="00125B0A"/>
    <w:rsid w:val="00131802"/>
    <w:rsid w:val="00131AA2"/>
    <w:rsid w:val="00132656"/>
    <w:rsid w:val="00132FE2"/>
    <w:rsid w:val="0014027F"/>
    <w:rsid w:val="00145571"/>
    <w:rsid w:val="00147676"/>
    <w:rsid w:val="00147B01"/>
    <w:rsid w:val="001529F1"/>
    <w:rsid w:val="00152A71"/>
    <w:rsid w:val="00154A79"/>
    <w:rsid w:val="00156683"/>
    <w:rsid w:val="00160A87"/>
    <w:rsid w:val="001612EF"/>
    <w:rsid w:val="00162BAA"/>
    <w:rsid w:val="00164138"/>
    <w:rsid w:val="00164BE4"/>
    <w:rsid w:val="001677B1"/>
    <w:rsid w:val="001723F3"/>
    <w:rsid w:val="0017315F"/>
    <w:rsid w:val="00174021"/>
    <w:rsid w:val="00176DE0"/>
    <w:rsid w:val="00176DE4"/>
    <w:rsid w:val="00180EA7"/>
    <w:rsid w:val="001824BE"/>
    <w:rsid w:val="00186C27"/>
    <w:rsid w:val="001876FA"/>
    <w:rsid w:val="00194443"/>
    <w:rsid w:val="00194A37"/>
    <w:rsid w:val="00196B12"/>
    <w:rsid w:val="001973B3"/>
    <w:rsid w:val="001A03A9"/>
    <w:rsid w:val="001A7802"/>
    <w:rsid w:val="001B330D"/>
    <w:rsid w:val="001B3661"/>
    <w:rsid w:val="001B4A76"/>
    <w:rsid w:val="001B5646"/>
    <w:rsid w:val="001B5D2D"/>
    <w:rsid w:val="001B6C7A"/>
    <w:rsid w:val="001C087E"/>
    <w:rsid w:val="001C2FC7"/>
    <w:rsid w:val="001C3499"/>
    <w:rsid w:val="001C4789"/>
    <w:rsid w:val="001C5495"/>
    <w:rsid w:val="001C7171"/>
    <w:rsid w:val="001D0C62"/>
    <w:rsid w:val="001D5A35"/>
    <w:rsid w:val="001D7F9F"/>
    <w:rsid w:val="001E0BE4"/>
    <w:rsid w:val="001E23A0"/>
    <w:rsid w:val="001E2DE2"/>
    <w:rsid w:val="001E2F2F"/>
    <w:rsid w:val="001E2FA9"/>
    <w:rsid w:val="001F159E"/>
    <w:rsid w:val="001F17A6"/>
    <w:rsid w:val="001F2121"/>
    <w:rsid w:val="001F3732"/>
    <w:rsid w:val="001F404A"/>
    <w:rsid w:val="001F7EAA"/>
    <w:rsid w:val="00200BBC"/>
    <w:rsid w:val="00201347"/>
    <w:rsid w:val="00202DDA"/>
    <w:rsid w:val="00203E9E"/>
    <w:rsid w:val="00205202"/>
    <w:rsid w:val="00207514"/>
    <w:rsid w:val="00214895"/>
    <w:rsid w:val="0022025D"/>
    <w:rsid w:val="00221428"/>
    <w:rsid w:val="0022306D"/>
    <w:rsid w:val="00223919"/>
    <w:rsid w:val="00224F66"/>
    <w:rsid w:val="002251ED"/>
    <w:rsid w:val="00232786"/>
    <w:rsid w:val="00237ECD"/>
    <w:rsid w:val="00243708"/>
    <w:rsid w:val="00245721"/>
    <w:rsid w:val="0025171D"/>
    <w:rsid w:val="00252D0F"/>
    <w:rsid w:val="002534F2"/>
    <w:rsid w:val="00253643"/>
    <w:rsid w:val="002565AC"/>
    <w:rsid w:val="00262EB6"/>
    <w:rsid w:val="00266631"/>
    <w:rsid w:val="00276E23"/>
    <w:rsid w:val="00277296"/>
    <w:rsid w:val="002774C0"/>
    <w:rsid w:val="00283CB9"/>
    <w:rsid w:val="00285006"/>
    <w:rsid w:val="00286BD0"/>
    <w:rsid w:val="00286C01"/>
    <w:rsid w:val="00287431"/>
    <w:rsid w:val="002915F5"/>
    <w:rsid w:val="00295126"/>
    <w:rsid w:val="00295928"/>
    <w:rsid w:val="002A10BA"/>
    <w:rsid w:val="002A45B7"/>
    <w:rsid w:val="002A56D9"/>
    <w:rsid w:val="002A5C87"/>
    <w:rsid w:val="002A5DF1"/>
    <w:rsid w:val="002A6B80"/>
    <w:rsid w:val="002B1FA8"/>
    <w:rsid w:val="002B4851"/>
    <w:rsid w:val="002B5B64"/>
    <w:rsid w:val="002B5EBA"/>
    <w:rsid w:val="002C0258"/>
    <w:rsid w:val="002C1512"/>
    <w:rsid w:val="002C2921"/>
    <w:rsid w:val="002C4E1C"/>
    <w:rsid w:val="002C50D3"/>
    <w:rsid w:val="002C52D1"/>
    <w:rsid w:val="002C5B73"/>
    <w:rsid w:val="002D026E"/>
    <w:rsid w:val="002D1570"/>
    <w:rsid w:val="002D4600"/>
    <w:rsid w:val="002D599F"/>
    <w:rsid w:val="002D5FBA"/>
    <w:rsid w:val="002D6722"/>
    <w:rsid w:val="002E0A6E"/>
    <w:rsid w:val="002E1B63"/>
    <w:rsid w:val="002E1E97"/>
    <w:rsid w:val="002E25D5"/>
    <w:rsid w:val="002E3228"/>
    <w:rsid w:val="002E3587"/>
    <w:rsid w:val="002E5B10"/>
    <w:rsid w:val="002E67BA"/>
    <w:rsid w:val="002E69D4"/>
    <w:rsid w:val="002E7792"/>
    <w:rsid w:val="002F14CE"/>
    <w:rsid w:val="002F433E"/>
    <w:rsid w:val="002F520D"/>
    <w:rsid w:val="002F5BF3"/>
    <w:rsid w:val="00300AD9"/>
    <w:rsid w:val="003012C6"/>
    <w:rsid w:val="00301BEC"/>
    <w:rsid w:val="00305E8D"/>
    <w:rsid w:val="00306615"/>
    <w:rsid w:val="003074C5"/>
    <w:rsid w:val="00310457"/>
    <w:rsid w:val="003107E8"/>
    <w:rsid w:val="0031158C"/>
    <w:rsid w:val="00317B49"/>
    <w:rsid w:val="003206E1"/>
    <w:rsid w:val="00320AA7"/>
    <w:rsid w:val="00323DBF"/>
    <w:rsid w:val="003275BA"/>
    <w:rsid w:val="00327AF8"/>
    <w:rsid w:val="003313B0"/>
    <w:rsid w:val="00332A30"/>
    <w:rsid w:val="00334292"/>
    <w:rsid w:val="00337029"/>
    <w:rsid w:val="00340A98"/>
    <w:rsid w:val="00341A94"/>
    <w:rsid w:val="00341D37"/>
    <w:rsid w:val="00342D0D"/>
    <w:rsid w:val="0034507C"/>
    <w:rsid w:val="00345E03"/>
    <w:rsid w:val="00347F1E"/>
    <w:rsid w:val="00352355"/>
    <w:rsid w:val="003536AA"/>
    <w:rsid w:val="00355793"/>
    <w:rsid w:val="003560AF"/>
    <w:rsid w:val="003579B9"/>
    <w:rsid w:val="003607C6"/>
    <w:rsid w:val="00360D4D"/>
    <w:rsid w:val="00363D57"/>
    <w:rsid w:val="003642D3"/>
    <w:rsid w:val="0036468D"/>
    <w:rsid w:val="00370233"/>
    <w:rsid w:val="00371500"/>
    <w:rsid w:val="00372AC5"/>
    <w:rsid w:val="0037457B"/>
    <w:rsid w:val="00376C20"/>
    <w:rsid w:val="00380FAA"/>
    <w:rsid w:val="00381B4E"/>
    <w:rsid w:val="003829D5"/>
    <w:rsid w:val="0038464B"/>
    <w:rsid w:val="00386575"/>
    <w:rsid w:val="00386C3E"/>
    <w:rsid w:val="003904EB"/>
    <w:rsid w:val="00392134"/>
    <w:rsid w:val="00393F29"/>
    <w:rsid w:val="003945C9"/>
    <w:rsid w:val="003A47FA"/>
    <w:rsid w:val="003A5080"/>
    <w:rsid w:val="003A563A"/>
    <w:rsid w:val="003B403D"/>
    <w:rsid w:val="003C0067"/>
    <w:rsid w:val="003C1EFD"/>
    <w:rsid w:val="003C2498"/>
    <w:rsid w:val="003C330F"/>
    <w:rsid w:val="003D083A"/>
    <w:rsid w:val="003D1394"/>
    <w:rsid w:val="003D5539"/>
    <w:rsid w:val="003E19F2"/>
    <w:rsid w:val="003E2316"/>
    <w:rsid w:val="003E2F2B"/>
    <w:rsid w:val="003E3BB9"/>
    <w:rsid w:val="003E4D07"/>
    <w:rsid w:val="003E6952"/>
    <w:rsid w:val="003E76CD"/>
    <w:rsid w:val="003E7BCC"/>
    <w:rsid w:val="003F0DF0"/>
    <w:rsid w:val="003F2F5B"/>
    <w:rsid w:val="003F4310"/>
    <w:rsid w:val="003F4C4E"/>
    <w:rsid w:val="003F5EA4"/>
    <w:rsid w:val="003F79FB"/>
    <w:rsid w:val="00403A43"/>
    <w:rsid w:val="00405DA4"/>
    <w:rsid w:val="00407502"/>
    <w:rsid w:val="004102FB"/>
    <w:rsid w:val="00412D3D"/>
    <w:rsid w:val="00420923"/>
    <w:rsid w:val="0042170D"/>
    <w:rsid w:val="00421BF4"/>
    <w:rsid w:val="00422F7F"/>
    <w:rsid w:val="00423320"/>
    <w:rsid w:val="0042533A"/>
    <w:rsid w:val="0042708E"/>
    <w:rsid w:val="004278F5"/>
    <w:rsid w:val="00443707"/>
    <w:rsid w:val="00451210"/>
    <w:rsid w:val="0045332F"/>
    <w:rsid w:val="00454FE5"/>
    <w:rsid w:val="004574AB"/>
    <w:rsid w:val="00457FB8"/>
    <w:rsid w:val="0046138E"/>
    <w:rsid w:val="00464C3A"/>
    <w:rsid w:val="00466FE7"/>
    <w:rsid w:val="004671D1"/>
    <w:rsid w:val="00471C2F"/>
    <w:rsid w:val="004727AB"/>
    <w:rsid w:val="0047386E"/>
    <w:rsid w:val="00482405"/>
    <w:rsid w:val="00483AA9"/>
    <w:rsid w:val="0049271F"/>
    <w:rsid w:val="00492C6E"/>
    <w:rsid w:val="00493715"/>
    <w:rsid w:val="00493C45"/>
    <w:rsid w:val="00494021"/>
    <w:rsid w:val="004A02B0"/>
    <w:rsid w:val="004A1225"/>
    <w:rsid w:val="004A1EE0"/>
    <w:rsid w:val="004A5086"/>
    <w:rsid w:val="004A5888"/>
    <w:rsid w:val="004B3D8A"/>
    <w:rsid w:val="004B7275"/>
    <w:rsid w:val="004B76AA"/>
    <w:rsid w:val="004C19D5"/>
    <w:rsid w:val="004C1D20"/>
    <w:rsid w:val="004C2408"/>
    <w:rsid w:val="004C2421"/>
    <w:rsid w:val="004C2592"/>
    <w:rsid w:val="004C2A6A"/>
    <w:rsid w:val="004D1187"/>
    <w:rsid w:val="004D1F42"/>
    <w:rsid w:val="004D57FF"/>
    <w:rsid w:val="004E0A03"/>
    <w:rsid w:val="004E2155"/>
    <w:rsid w:val="004E3440"/>
    <w:rsid w:val="004E41DA"/>
    <w:rsid w:val="004E44B1"/>
    <w:rsid w:val="004E4BE4"/>
    <w:rsid w:val="004E64A1"/>
    <w:rsid w:val="004E758F"/>
    <w:rsid w:val="004E7D27"/>
    <w:rsid w:val="004F0AA4"/>
    <w:rsid w:val="004F0B78"/>
    <w:rsid w:val="004F3505"/>
    <w:rsid w:val="004F5B67"/>
    <w:rsid w:val="004F5BC2"/>
    <w:rsid w:val="004F69B7"/>
    <w:rsid w:val="004F6D58"/>
    <w:rsid w:val="005009C0"/>
    <w:rsid w:val="00505371"/>
    <w:rsid w:val="00507E10"/>
    <w:rsid w:val="00510409"/>
    <w:rsid w:val="005133DA"/>
    <w:rsid w:val="005143B5"/>
    <w:rsid w:val="00515655"/>
    <w:rsid w:val="00516D2F"/>
    <w:rsid w:val="005177B7"/>
    <w:rsid w:val="00517EEF"/>
    <w:rsid w:val="00520C04"/>
    <w:rsid w:val="00521BFF"/>
    <w:rsid w:val="00522EDF"/>
    <w:rsid w:val="005259D7"/>
    <w:rsid w:val="00532906"/>
    <w:rsid w:val="00535E24"/>
    <w:rsid w:val="00536147"/>
    <w:rsid w:val="00536987"/>
    <w:rsid w:val="00536ADC"/>
    <w:rsid w:val="00536B1A"/>
    <w:rsid w:val="00537340"/>
    <w:rsid w:val="00537AFC"/>
    <w:rsid w:val="00541B3B"/>
    <w:rsid w:val="0054444F"/>
    <w:rsid w:val="0055358A"/>
    <w:rsid w:val="005545FC"/>
    <w:rsid w:val="00556022"/>
    <w:rsid w:val="005632CD"/>
    <w:rsid w:val="00563A61"/>
    <w:rsid w:val="00570141"/>
    <w:rsid w:val="00570BBF"/>
    <w:rsid w:val="00572464"/>
    <w:rsid w:val="005731AE"/>
    <w:rsid w:val="00574D1B"/>
    <w:rsid w:val="0057754E"/>
    <w:rsid w:val="00582C81"/>
    <w:rsid w:val="005845A9"/>
    <w:rsid w:val="0058488F"/>
    <w:rsid w:val="00591B5A"/>
    <w:rsid w:val="00593EC5"/>
    <w:rsid w:val="005942F7"/>
    <w:rsid w:val="0059550D"/>
    <w:rsid w:val="0059772E"/>
    <w:rsid w:val="005A2678"/>
    <w:rsid w:val="005A378A"/>
    <w:rsid w:val="005A4AB0"/>
    <w:rsid w:val="005A7509"/>
    <w:rsid w:val="005B1CE4"/>
    <w:rsid w:val="005B363A"/>
    <w:rsid w:val="005B5FFA"/>
    <w:rsid w:val="005C44E2"/>
    <w:rsid w:val="005C74E4"/>
    <w:rsid w:val="005D2054"/>
    <w:rsid w:val="005D20CF"/>
    <w:rsid w:val="005D277D"/>
    <w:rsid w:val="005D284E"/>
    <w:rsid w:val="005D4413"/>
    <w:rsid w:val="005D6693"/>
    <w:rsid w:val="005E162C"/>
    <w:rsid w:val="005E74EC"/>
    <w:rsid w:val="005E7C9B"/>
    <w:rsid w:val="005F311A"/>
    <w:rsid w:val="005F438B"/>
    <w:rsid w:val="005F54CF"/>
    <w:rsid w:val="005F6EDF"/>
    <w:rsid w:val="00600A70"/>
    <w:rsid w:val="00600B88"/>
    <w:rsid w:val="00602398"/>
    <w:rsid w:val="00606603"/>
    <w:rsid w:val="00606E87"/>
    <w:rsid w:val="00610C0B"/>
    <w:rsid w:val="00611DFA"/>
    <w:rsid w:val="0061397C"/>
    <w:rsid w:val="00614572"/>
    <w:rsid w:val="006166ED"/>
    <w:rsid w:val="00620C08"/>
    <w:rsid w:val="00623A2E"/>
    <w:rsid w:val="00625112"/>
    <w:rsid w:val="00626621"/>
    <w:rsid w:val="006340EA"/>
    <w:rsid w:val="00635698"/>
    <w:rsid w:val="00636BA9"/>
    <w:rsid w:val="00640528"/>
    <w:rsid w:val="00641520"/>
    <w:rsid w:val="00641A20"/>
    <w:rsid w:val="006439F2"/>
    <w:rsid w:val="006449BF"/>
    <w:rsid w:val="00645E3D"/>
    <w:rsid w:val="006526FD"/>
    <w:rsid w:val="00656C2F"/>
    <w:rsid w:val="00657CD8"/>
    <w:rsid w:val="00660E60"/>
    <w:rsid w:val="00662959"/>
    <w:rsid w:val="00664527"/>
    <w:rsid w:val="006646BA"/>
    <w:rsid w:val="00665DA2"/>
    <w:rsid w:val="00675985"/>
    <w:rsid w:val="006766A0"/>
    <w:rsid w:val="0068356E"/>
    <w:rsid w:val="00684CCB"/>
    <w:rsid w:val="006865DF"/>
    <w:rsid w:val="00686601"/>
    <w:rsid w:val="00690B92"/>
    <w:rsid w:val="006930B9"/>
    <w:rsid w:val="00693DA5"/>
    <w:rsid w:val="00695823"/>
    <w:rsid w:val="006960D5"/>
    <w:rsid w:val="00696A00"/>
    <w:rsid w:val="00696FFC"/>
    <w:rsid w:val="006A2C9B"/>
    <w:rsid w:val="006A2F45"/>
    <w:rsid w:val="006A3516"/>
    <w:rsid w:val="006A3B36"/>
    <w:rsid w:val="006A7000"/>
    <w:rsid w:val="006B0668"/>
    <w:rsid w:val="006B5FAB"/>
    <w:rsid w:val="006B6106"/>
    <w:rsid w:val="006B6876"/>
    <w:rsid w:val="006C01A2"/>
    <w:rsid w:val="006C0377"/>
    <w:rsid w:val="006C4DE6"/>
    <w:rsid w:val="006D16AF"/>
    <w:rsid w:val="006D36E7"/>
    <w:rsid w:val="006D4A70"/>
    <w:rsid w:val="006D7210"/>
    <w:rsid w:val="006E18EC"/>
    <w:rsid w:val="006E2C99"/>
    <w:rsid w:val="006E61AA"/>
    <w:rsid w:val="006F2403"/>
    <w:rsid w:val="006F7B95"/>
    <w:rsid w:val="0070033B"/>
    <w:rsid w:val="007009B0"/>
    <w:rsid w:val="00703C71"/>
    <w:rsid w:val="00706B51"/>
    <w:rsid w:val="007139C6"/>
    <w:rsid w:val="007152F9"/>
    <w:rsid w:val="007220E3"/>
    <w:rsid w:val="00724D05"/>
    <w:rsid w:val="00724EDE"/>
    <w:rsid w:val="00725317"/>
    <w:rsid w:val="0072642F"/>
    <w:rsid w:val="00730480"/>
    <w:rsid w:val="007324C0"/>
    <w:rsid w:val="00734528"/>
    <w:rsid w:val="00740AAA"/>
    <w:rsid w:val="00743E09"/>
    <w:rsid w:val="00744922"/>
    <w:rsid w:val="00745887"/>
    <w:rsid w:val="0074594B"/>
    <w:rsid w:val="00746BC0"/>
    <w:rsid w:val="00751757"/>
    <w:rsid w:val="00751E70"/>
    <w:rsid w:val="00753BD9"/>
    <w:rsid w:val="00754B87"/>
    <w:rsid w:val="00754F10"/>
    <w:rsid w:val="00756C3F"/>
    <w:rsid w:val="007603E1"/>
    <w:rsid w:val="0076321E"/>
    <w:rsid w:val="007704EB"/>
    <w:rsid w:val="00771D1F"/>
    <w:rsid w:val="00772C31"/>
    <w:rsid w:val="00773A3F"/>
    <w:rsid w:val="00774AE1"/>
    <w:rsid w:val="00780404"/>
    <w:rsid w:val="00780EA4"/>
    <w:rsid w:val="00782B6E"/>
    <w:rsid w:val="00786356"/>
    <w:rsid w:val="00787EEE"/>
    <w:rsid w:val="007902E0"/>
    <w:rsid w:val="00791A08"/>
    <w:rsid w:val="00792382"/>
    <w:rsid w:val="00794B0F"/>
    <w:rsid w:val="007950FC"/>
    <w:rsid w:val="00795412"/>
    <w:rsid w:val="00796552"/>
    <w:rsid w:val="007A2465"/>
    <w:rsid w:val="007A3297"/>
    <w:rsid w:val="007A4169"/>
    <w:rsid w:val="007A6F0E"/>
    <w:rsid w:val="007B19E4"/>
    <w:rsid w:val="007B1D46"/>
    <w:rsid w:val="007C1B17"/>
    <w:rsid w:val="007C1F34"/>
    <w:rsid w:val="007C21E0"/>
    <w:rsid w:val="007D0310"/>
    <w:rsid w:val="007D29EA"/>
    <w:rsid w:val="007D4F2E"/>
    <w:rsid w:val="007D5808"/>
    <w:rsid w:val="007D693C"/>
    <w:rsid w:val="007E0BA4"/>
    <w:rsid w:val="007E1524"/>
    <w:rsid w:val="007E1B27"/>
    <w:rsid w:val="007E2F0A"/>
    <w:rsid w:val="007E7005"/>
    <w:rsid w:val="007E7352"/>
    <w:rsid w:val="007F0814"/>
    <w:rsid w:val="007F11E1"/>
    <w:rsid w:val="007F2270"/>
    <w:rsid w:val="007F6F1B"/>
    <w:rsid w:val="007F7119"/>
    <w:rsid w:val="007F781D"/>
    <w:rsid w:val="007F7CC5"/>
    <w:rsid w:val="0080008B"/>
    <w:rsid w:val="00801722"/>
    <w:rsid w:val="00801BBC"/>
    <w:rsid w:val="008046C3"/>
    <w:rsid w:val="0080535A"/>
    <w:rsid w:val="00811638"/>
    <w:rsid w:val="00812268"/>
    <w:rsid w:val="00813A09"/>
    <w:rsid w:val="00814754"/>
    <w:rsid w:val="008239D1"/>
    <w:rsid w:val="00824244"/>
    <w:rsid w:val="00832733"/>
    <w:rsid w:val="00832F45"/>
    <w:rsid w:val="00833D05"/>
    <w:rsid w:val="00835E12"/>
    <w:rsid w:val="00840266"/>
    <w:rsid w:val="008419D9"/>
    <w:rsid w:val="00843658"/>
    <w:rsid w:val="00845A13"/>
    <w:rsid w:val="00846685"/>
    <w:rsid w:val="00850DD9"/>
    <w:rsid w:val="00851E20"/>
    <w:rsid w:val="008523AD"/>
    <w:rsid w:val="00852F50"/>
    <w:rsid w:val="00855DEC"/>
    <w:rsid w:val="00856096"/>
    <w:rsid w:val="008560C7"/>
    <w:rsid w:val="00860B56"/>
    <w:rsid w:val="008622CB"/>
    <w:rsid w:val="0086251E"/>
    <w:rsid w:val="00863EC6"/>
    <w:rsid w:val="00864F3B"/>
    <w:rsid w:val="00871228"/>
    <w:rsid w:val="00871FC0"/>
    <w:rsid w:val="00875E39"/>
    <w:rsid w:val="00876FB0"/>
    <w:rsid w:val="008779C9"/>
    <w:rsid w:val="00882D30"/>
    <w:rsid w:val="00882E04"/>
    <w:rsid w:val="008873F1"/>
    <w:rsid w:val="0089191D"/>
    <w:rsid w:val="00894B82"/>
    <w:rsid w:val="00894E1D"/>
    <w:rsid w:val="0089544F"/>
    <w:rsid w:val="00896AA5"/>
    <w:rsid w:val="00897B4B"/>
    <w:rsid w:val="00897E01"/>
    <w:rsid w:val="008A0F11"/>
    <w:rsid w:val="008A332E"/>
    <w:rsid w:val="008A403D"/>
    <w:rsid w:val="008A477C"/>
    <w:rsid w:val="008A55CA"/>
    <w:rsid w:val="008A5A60"/>
    <w:rsid w:val="008B0E07"/>
    <w:rsid w:val="008B2C8F"/>
    <w:rsid w:val="008B3433"/>
    <w:rsid w:val="008B348E"/>
    <w:rsid w:val="008B41B9"/>
    <w:rsid w:val="008B7A36"/>
    <w:rsid w:val="008C27A0"/>
    <w:rsid w:val="008C2E22"/>
    <w:rsid w:val="008C3A48"/>
    <w:rsid w:val="008C3C57"/>
    <w:rsid w:val="008C41E6"/>
    <w:rsid w:val="008C4BD4"/>
    <w:rsid w:val="008C6DF6"/>
    <w:rsid w:val="008D0929"/>
    <w:rsid w:val="008D1751"/>
    <w:rsid w:val="008D2B62"/>
    <w:rsid w:val="008D3EC5"/>
    <w:rsid w:val="008D54E9"/>
    <w:rsid w:val="008D7725"/>
    <w:rsid w:val="008E78BC"/>
    <w:rsid w:val="008F0377"/>
    <w:rsid w:val="008F5460"/>
    <w:rsid w:val="00900128"/>
    <w:rsid w:val="00900EE0"/>
    <w:rsid w:val="009015A3"/>
    <w:rsid w:val="009044BE"/>
    <w:rsid w:val="009051A5"/>
    <w:rsid w:val="009053B4"/>
    <w:rsid w:val="00906288"/>
    <w:rsid w:val="00910652"/>
    <w:rsid w:val="00911AE3"/>
    <w:rsid w:val="009203A7"/>
    <w:rsid w:val="00920D3F"/>
    <w:rsid w:val="00923F60"/>
    <w:rsid w:val="009259D8"/>
    <w:rsid w:val="00925CF6"/>
    <w:rsid w:val="009306CF"/>
    <w:rsid w:val="009316E6"/>
    <w:rsid w:val="00931C8C"/>
    <w:rsid w:val="009328F3"/>
    <w:rsid w:val="00933502"/>
    <w:rsid w:val="00933557"/>
    <w:rsid w:val="00942C4F"/>
    <w:rsid w:val="00942D5C"/>
    <w:rsid w:val="00942D76"/>
    <w:rsid w:val="00943659"/>
    <w:rsid w:val="00945425"/>
    <w:rsid w:val="009464E3"/>
    <w:rsid w:val="00946DAD"/>
    <w:rsid w:val="009539F3"/>
    <w:rsid w:val="00953C31"/>
    <w:rsid w:val="00955C2C"/>
    <w:rsid w:val="00960763"/>
    <w:rsid w:val="00961605"/>
    <w:rsid w:val="00961D38"/>
    <w:rsid w:val="009626C3"/>
    <w:rsid w:val="00963321"/>
    <w:rsid w:val="0096427E"/>
    <w:rsid w:val="00965DA5"/>
    <w:rsid w:val="0096670E"/>
    <w:rsid w:val="00966E95"/>
    <w:rsid w:val="00967CEF"/>
    <w:rsid w:val="009713B9"/>
    <w:rsid w:val="00972201"/>
    <w:rsid w:val="00972F40"/>
    <w:rsid w:val="00973576"/>
    <w:rsid w:val="0097612D"/>
    <w:rsid w:val="00977379"/>
    <w:rsid w:val="00987E61"/>
    <w:rsid w:val="009916F0"/>
    <w:rsid w:val="00995A40"/>
    <w:rsid w:val="009967C0"/>
    <w:rsid w:val="009973D5"/>
    <w:rsid w:val="009A1ADE"/>
    <w:rsid w:val="009A32E0"/>
    <w:rsid w:val="009A5B25"/>
    <w:rsid w:val="009A5C8C"/>
    <w:rsid w:val="009B093D"/>
    <w:rsid w:val="009B0D01"/>
    <w:rsid w:val="009B1A27"/>
    <w:rsid w:val="009B36A7"/>
    <w:rsid w:val="009B4D52"/>
    <w:rsid w:val="009B60A0"/>
    <w:rsid w:val="009C1F00"/>
    <w:rsid w:val="009C2D76"/>
    <w:rsid w:val="009C2FED"/>
    <w:rsid w:val="009C35EC"/>
    <w:rsid w:val="009C4C25"/>
    <w:rsid w:val="009C6025"/>
    <w:rsid w:val="009C6D81"/>
    <w:rsid w:val="009C6FEA"/>
    <w:rsid w:val="009D1174"/>
    <w:rsid w:val="009D12E5"/>
    <w:rsid w:val="009D2A11"/>
    <w:rsid w:val="009D5602"/>
    <w:rsid w:val="009D681D"/>
    <w:rsid w:val="009E3CE3"/>
    <w:rsid w:val="009E4903"/>
    <w:rsid w:val="009F0E27"/>
    <w:rsid w:val="009F7701"/>
    <w:rsid w:val="00A0229E"/>
    <w:rsid w:val="00A02700"/>
    <w:rsid w:val="00A05E8E"/>
    <w:rsid w:val="00A07619"/>
    <w:rsid w:val="00A07A5E"/>
    <w:rsid w:val="00A13C10"/>
    <w:rsid w:val="00A14BBD"/>
    <w:rsid w:val="00A15652"/>
    <w:rsid w:val="00A17E84"/>
    <w:rsid w:val="00A221AB"/>
    <w:rsid w:val="00A22536"/>
    <w:rsid w:val="00A22FE7"/>
    <w:rsid w:val="00A2476F"/>
    <w:rsid w:val="00A24D20"/>
    <w:rsid w:val="00A25231"/>
    <w:rsid w:val="00A26A6D"/>
    <w:rsid w:val="00A30E14"/>
    <w:rsid w:val="00A31169"/>
    <w:rsid w:val="00A31741"/>
    <w:rsid w:val="00A32AE4"/>
    <w:rsid w:val="00A33F0E"/>
    <w:rsid w:val="00A34ED7"/>
    <w:rsid w:val="00A35FB6"/>
    <w:rsid w:val="00A36112"/>
    <w:rsid w:val="00A45A6D"/>
    <w:rsid w:val="00A4704D"/>
    <w:rsid w:val="00A542C7"/>
    <w:rsid w:val="00A54D83"/>
    <w:rsid w:val="00A56F58"/>
    <w:rsid w:val="00A578E3"/>
    <w:rsid w:val="00A61C6C"/>
    <w:rsid w:val="00A62C7C"/>
    <w:rsid w:val="00A63CE8"/>
    <w:rsid w:val="00A64970"/>
    <w:rsid w:val="00A64F24"/>
    <w:rsid w:val="00A65647"/>
    <w:rsid w:val="00A700AA"/>
    <w:rsid w:val="00A75BBA"/>
    <w:rsid w:val="00A8068F"/>
    <w:rsid w:val="00A806AA"/>
    <w:rsid w:val="00A81045"/>
    <w:rsid w:val="00A82F97"/>
    <w:rsid w:val="00A842E2"/>
    <w:rsid w:val="00A843AE"/>
    <w:rsid w:val="00A85BB2"/>
    <w:rsid w:val="00A8695A"/>
    <w:rsid w:val="00A872DF"/>
    <w:rsid w:val="00A931C5"/>
    <w:rsid w:val="00A93EED"/>
    <w:rsid w:val="00AA125D"/>
    <w:rsid w:val="00AA1CA1"/>
    <w:rsid w:val="00AA1E32"/>
    <w:rsid w:val="00AA2196"/>
    <w:rsid w:val="00AA2961"/>
    <w:rsid w:val="00AA55BC"/>
    <w:rsid w:val="00AA6DCE"/>
    <w:rsid w:val="00AA7DFD"/>
    <w:rsid w:val="00AA7F23"/>
    <w:rsid w:val="00AB2620"/>
    <w:rsid w:val="00AB4173"/>
    <w:rsid w:val="00AB4936"/>
    <w:rsid w:val="00AB593F"/>
    <w:rsid w:val="00AC05F0"/>
    <w:rsid w:val="00AC0D61"/>
    <w:rsid w:val="00AC113E"/>
    <w:rsid w:val="00AC19A9"/>
    <w:rsid w:val="00AC4924"/>
    <w:rsid w:val="00AC568D"/>
    <w:rsid w:val="00AC5C5B"/>
    <w:rsid w:val="00AD0398"/>
    <w:rsid w:val="00AD06C8"/>
    <w:rsid w:val="00AD2ECA"/>
    <w:rsid w:val="00AD4F77"/>
    <w:rsid w:val="00AF028D"/>
    <w:rsid w:val="00AF044E"/>
    <w:rsid w:val="00AF159C"/>
    <w:rsid w:val="00AF17D0"/>
    <w:rsid w:val="00AF1AB7"/>
    <w:rsid w:val="00AF7AC7"/>
    <w:rsid w:val="00B00288"/>
    <w:rsid w:val="00B01BD6"/>
    <w:rsid w:val="00B04244"/>
    <w:rsid w:val="00B0538D"/>
    <w:rsid w:val="00B06933"/>
    <w:rsid w:val="00B06A1F"/>
    <w:rsid w:val="00B06AB6"/>
    <w:rsid w:val="00B11861"/>
    <w:rsid w:val="00B1281C"/>
    <w:rsid w:val="00B13585"/>
    <w:rsid w:val="00B141C5"/>
    <w:rsid w:val="00B16D1D"/>
    <w:rsid w:val="00B21BBA"/>
    <w:rsid w:val="00B24ED7"/>
    <w:rsid w:val="00B25317"/>
    <w:rsid w:val="00B2584E"/>
    <w:rsid w:val="00B26BE0"/>
    <w:rsid w:val="00B272B7"/>
    <w:rsid w:val="00B27A5C"/>
    <w:rsid w:val="00B30921"/>
    <w:rsid w:val="00B31483"/>
    <w:rsid w:val="00B32E3B"/>
    <w:rsid w:val="00B33916"/>
    <w:rsid w:val="00B40428"/>
    <w:rsid w:val="00B40C2A"/>
    <w:rsid w:val="00B41969"/>
    <w:rsid w:val="00B43DBF"/>
    <w:rsid w:val="00B46C10"/>
    <w:rsid w:val="00B5372A"/>
    <w:rsid w:val="00B548E0"/>
    <w:rsid w:val="00B556A7"/>
    <w:rsid w:val="00B56053"/>
    <w:rsid w:val="00B570A2"/>
    <w:rsid w:val="00B57F16"/>
    <w:rsid w:val="00B6011A"/>
    <w:rsid w:val="00B622AB"/>
    <w:rsid w:val="00B626A9"/>
    <w:rsid w:val="00B64066"/>
    <w:rsid w:val="00B65175"/>
    <w:rsid w:val="00B65C10"/>
    <w:rsid w:val="00B66978"/>
    <w:rsid w:val="00B67B39"/>
    <w:rsid w:val="00B67F83"/>
    <w:rsid w:val="00B70B7F"/>
    <w:rsid w:val="00B70DA5"/>
    <w:rsid w:val="00B70F22"/>
    <w:rsid w:val="00B71453"/>
    <w:rsid w:val="00B721BB"/>
    <w:rsid w:val="00B7292E"/>
    <w:rsid w:val="00B72C73"/>
    <w:rsid w:val="00B731CF"/>
    <w:rsid w:val="00B746AF"/>
    <w:rsid w:val="00B85170"/>
    <w:rsid w:val="00B86DAD"/>
    <w:rsid w:val="00B87C30"/>
    <w:rsid w:val="00B87CBB"/>
    <w:rsid w:val="00B92E4C"/>
    <w:rsid w:val="00B92F28"/>
    <w:rsid w:val="00B936B7"/>
    <w:rsid w:val="00B9401E"/>
    <w:rsid w:val="00B96313"/>
    <w:rsid w:val="00B9671E"/>
    <w:rsid w:val="00BB3C45"/>
    <w:rsid w:val="00BB40FF"/>
    <w:rsid w:val="00BB67BA"/>
    <w:rsid w:val="00BB69A5"/>
    <w:rsid w:val="00BB71CD"/>
    <w:rsid w:val="00BC2C78"/>
    <w:rsid w:val="00BC3693"/>
    <w:rsid w:val="00BC48D2"/>
    <w:rsid w:val="00BC5692"/>
    <w:rsid w:val="00BC5CFA"/>
    <w:rsid w:val="00BD1525"/>
    <w:rsid w:val="00BD16EE"/>
    <w:rsid w:val="00BD1E16"/>
    <w:rsid w:val="00BD2887"/>
    <w:rsid w:val="00BD2D56"/>
    <w:rsid w:val="00BD4025"/>
    <w:rsid w:val="00BE4621"/>
    <w:rsid w:val="00BE73BA"/>
    <w:rsid w:val="00BE7C4D"/>
    <w:rsid w:val="00BF28BB"/>
    <w:rsid w:val="00BF33D1"/>
    <w:rsid w:val="00BF3E0A"/>
    <w:rsid w:val="00BF6ED0"/>
    <w:rsid w:val="00C018BB"/>
    <w:rsid w:val="00C02EB0"/>
    <w:rsid w:val="00C03BEC"/>
    <w:rsid w:val="00C04E61"/>
    <w:rsid w:val="00C06F4C"/>
    <w:rsid w:val="00C12D58"/>
    <w:rsid w:val="00C13764"/>
    <w:rsid w:val="00C158C4"/>
    <w:rsid w:val="00C22C37"/>
    <w:rsid w:val="00C22C9A"/>
    <w:rsid w:val="00C240F8"/>
    <w:rsid w:val="00C24EF8"/>
    <w:rsid w:val="00C26C16"/>
    <w:rsid w:val="00C3272A"/>
    <w:rsid w:val="00C354E6"/>
    <w:rsid w:val="00C36C5F"/>
    <w:rsid w:val="00C37C32"/>
    <w:rsid w:val="00C417E1"/>
    <w:rsid w:val="00C43559"/>
    <w:rsid w:val="00C456A7"/>
    <w:rsid w:val="00C46E19"/>
    <w:rsid w:val="00C472BA"/>
    <w:rsid w:val="00C4752A"/>
    <w:rsid w:val="00C516C7"/>
    <w:rsid w:val="00C5190D"/>
    <w:rsid w:val="00C51ABB"/>
    <w:rsid w:val="00C52C76"/>
    <w:rsid w:val="00C55042"/>
    <w:rsid w:val="00C555C3"/>
    <w:rsid w:val="00C62955"/>
    <w:rsid w:val="00C63C75"/>
    <w:rsid w:val="00C65598"/>
    <w:rsid w:val="00C65822"/>
    <w:rsid w:val="00C67CE9"/>
    <w:rsid w:val="00C71BD3"/>
    <w:rsid w:val="00C726BD"/>
    <w:rsid w:val="00C73F2F"/>
    <w:rsid w:val="00C740F0"/>
    <w:rsid w:val="00C7430A"/>
    <w:rsid w:val="00C75076"/>
    <w:rsid w:val="00C82214"/>
    <w:rsid w:val="00C85932"/>
    <w:rsid w:val="00C86B37"/>
    <w:rsid w:val="00C87895"/>
    <w:rsid w:val="00C878DE"/>
    <w:rsid w:val="00C90064"/>
    <w:rsid w:val="00C917D1"/>
    <w:rsid w:val="00C9208A"/>
    <w:rsid w:val="00C9386B"/>
    <w:rsid w:val="00C9658A"/>
    <w:rsid w:val="00C972AF"/>
    <w:rsid w:val="00CA0863"/>
    <w:rsid w:val="00CA0D06"/>
    <w:rsid w:val="00CA13A4"/>
    <w:rsid w:val="00CA1E69"/>
    <w:rsid w:val="00CA2527"/>
    <w:rsid w:val="00CA2535"/>
    <w:rsid w:val="00CA38F2"/>
    <w:rsid w:val="00CA4F1C"/>
    <w:rsid w:val="00CA501A"/>
    <w:rsid w:val="00CA5CAB"/>
    <w:rsid w:val="00CB159A"/>
    <w:rsid w:val="00CB3692"/>
    <w:rsid w:val="00CB49B4"/>
    <w:rsid w:val="00CB4DF2"/>
    <w:rsid w:val="00CB5D38"/>
    <w:rsid w:val="00CC0D2E"/>
    <w:rsid w:val="00CC1ECB"/>
    <w:rsid w:val="00CC20BA"/>
    <w:rsid w:val="00CC2D3F"/>
    <w:rsid w:val="00CC59CD"/>
    <w:rsid w:val="00CC5D53"/>
    <w:rsid w:val="00CC7543"/>
    <w:rsid w:val="00CD0D16"/>
    <w:rsid w:val="00CD0DDC"/>
    <w:rsid w:val="00CD2A01"/>
    <w:rsid w:val="00CD489D"/>
    <w:rsid w:val="00CD6014"/>
    <w:rsid w:val="00CD7653"/>
    <w:rsid w:val="00CD7DA7"/>
    <w:rsid w:val="00CE10B3"/>
    <w:rsid w:val="00CE1939"/>
    <w:rsid w:val="00CE1C4D"/>
    <w:rsid w:val="00CF00AD"/>
    <w:rsid w:val="00CF04F9"/>
    <w:rsid w:val="00CF15CA"/>
    <w:rsid w:val="00CF182E"/>
    <w:rsid w:val="00CF5E3F"/>
    <w:rsid w:val="00D02A2D"/>
    <w:rsid w:val="00D104EF"/>
    <w:rsid w:val="00D12EE5"/>
    <w:rsid w:val="00D1552C"/>
    <w:rsid w:val="00D16CED"/>
    <w:rsid w:val="00D17B60"/>
    <w:rsid w:val="00D222FA"/>
    <w:rsid w:val="00D22777"/>
    <w:rsid w:val="00D26481"/>
    <w:rsid w:val="00D304D6"/>
    <w:rsid w:val="00D322AC"/>
    <w:rsid w:val="00D330A5"/>
    <w:rsid w:val="00D40BCD"/>
    <w:rsid w:val="00D42268"/>
    <w:rsid w:val="00D428FE"/>
    <w:rsid w:val="00D44DF0"/>
    <w:rsid w:val="00D472F1"/>
    <w:rsid w:val="00D5221F"/>
    <w:rsid w:val="00D522F6"/>
    <w:rsid w:val="00D52A23"/>
    <w:rsid w:val="00D533A5"/>
    <w:rsid w:val="00D54A79"/>
    <w:rsid w:val="00D57D4C"/>
    <w:rsid w:val="00D62BF9"/>
    <w:rsid w:val="00D6745D"/>
    <w:rsid w:val="00D67A8A"/>
    <w:rsid w:val="00D67FBA"/>
    <w:rsid w:val="00D7164C"/>
    <w:rsid w:val="00D7322D"/>
    <w:rsid w:val="00D76889"/>
    <w:rsid w:val="00D80137"/>
    <w:rsid w:val="00D825DC"/>
    <w:rsid w:val="00D85499"/>
    <w:rsid w:val="00D85FD7"/>
    <w:rsid w:val="00D864C0"/>
    <w:rsid w:val="00D87BD8"/>
    <w:rsid w:val="00D92597"/>
    <w:rsid w:val="00D934A7"/>
    <w:rsid w:val="00D95E6D"/>
    <w:rsid w:val="00DA1D46"/>
    <w:rsid w:val="00DA354C"/>
    <w:rsid w:val="00DA3553"/>
    <w:rsid w:val="00DB2274"/>
    <w:rsid w:val="00DB5E80"/>
    <w:rsid w:val="00DC0886"/>
    <w:rsid w:val="00DC11CE"/>
    <w:rsid w:val="00DC2E1E"/>
    <w:rsid w:val="00DC547C"/>
    <w:rsid w:val="00DC5D74"/>
    <w:rsid w:val="00DC5FB1"/>
    <w:rsid w:val="00DD273E"/>
    <w:rsid w:val="00DD3538"/>
    <w:rsid w:val="00DE0B79"/>
    <w:rsid w:val="00DE1C1B"/>
    <w:rsid w:val="00DE7548"/>
    <w:rsid w:val="00DE7F10"/>
    <w:rsid w:val="00DF09F8"/>
    <w:rsid w:val="00DF1224"/>
    <w:rsid w:val="00DF1F83"/>
    <w:rsid w:val="00DF481A"/>
    <w:rsid w:val="00DF49A5"/>
    <w:rsid w:val="00DF720C"/>
    <w:rsid w:val="00E04BCD"/>
    <w:rsid w:val="00E0553A"/>
    <w:rsid w:val="00E15F44"/>
    <w:rsid w:val="00E16DF2"/>
    <w:rsid w:val="00E20184"/>
    <w:rsid w:val="00E22F51"/>
    <w:rsid w:val="00E234B5"/>
    <w:rsid w:val="00E2365C"/>
    <w:rsid w:val="00E2424F"/>
    <w:rsid w:val="00E2616B"/>
    <w:rsid w:val="00E26C07"/>
    <w:rsid w:val="00E30798"/>
    <w:rsid w:val="00E33A2D"/>
    <w:rsid w:val="00E33C9F"/>
    <w:rsid w:val="00E34F0C"/>
    <w:rsid w:val="00E356F6"/>
    <w:rsid w:val="00E37128"/>
    <w:rsid w:val="00E409C3"/>
    <w:rsid w:val="00E414CE"/>
    <w:rsid w:val="00E42079"/>
    <w:rsid w:val="00E43AA5"/>
    <w:rsid w:val="00E45349"/>
    <w:rsid w:val="00E50708"/>
    <w:rsid w:val="00E519EE"/>
    <w:rsid w:val="00E51CD9"/>
    <w:rsid w:val="00E52D71"/>
    <w:rsid w:val="00E5401D"/>
    <w:rsid w:val="00E5427F"/>
    <w:rsid w:val="00E556EF"/>
    <w:rsid w:val="00E60A51"/>
    <w:rsid w:val="00E628F8"/>
    <w:rsid w:val="00E6313B"/>
    <w:rsid w:val="00E66A2E"/>
    <w:rsid w:val="00E71DF7"/>
    <w:rsid w:val="00E75D17"/>
    <w:rsid w:val="00E81C97"/>
    <w:rsid w:val="00E82241"/>
    <w:rsid w:val="00E84B4E"/>
    <w:rsid w:val="00E852FA"/>
    <w:rsid w:val="00E8700A"/>
    <w:rsid w:val="00E92766"/>
    <w:rsid w:val="00EA2103"/>
    <w:rsid w:val="00EA39C2"/>
    <w:rsid w:val="00EA5935"/>
    <w:rsid w:val="00EA72DB"/>
    <w:rsid w:val="00EA7DDB"/>
    <w:rsid w:val="00EA7F71"/>
    <w:rsid w:val="00EB15FA"/>
    <w:rsid w:val="00EB1B6D"/>
    <w:rsid w:val="00EB20DA"/>
    <w:rsid w:val="00EB32FF"/>
    <w:rsid w:val="00EB3446"/>
    <w:rsid w:val="00EB5C86"/>
    <w:rsid w:val="00EB7388"/>
    <w:rsid w:val="00EB79A3"/>
    <w:rsid w:val="00EB7E9B"/>
    <w:rsid w:val="00EC0BB4"/>
    <w:rsid w:val="00EC0FCA"/>
    <w:rsid w:val="00EC2C4F"/>
    <w:rsid w:val="00EC2E0C"/>
    <w:rsid w:val="00EC3E35"/>
    <w:rsid w:val="00EC43FB"/>
    <w:rsid w:val="00EC551F"/>
    <w:rsid w:val="00ED0D0C"/>
    <w:rsid w:val="00ED0FEB"/>
    <w:rsid w:val="00ED1C60"/>
    <w:rsid w:val="00ED6611"/>
    <w:rsid w:val="00EE1C9D"/>
    <w:rsid w:val="00EE214E"/>
    <w:rsid w:val="00EE3AE6"/>
    <w:rsid w:val="00EE4CED"/>
    <w:rsid w:val="00EE4E22"/>
    <w:rsid w:val="00EE6EB5"/>
    <w:rsid w:val="00EE73D6"/>
    <w:rsid w:val="00EF0E5C"/>
    <w:rsid w:val="00EF4176"/>
    <w:rsid w:val="00EF4CC4"/>
    <w:rsid w:val="00EF5782"/>
    <w:rsid w:val="00EF7B75"/>
    <w:rsid w:val="00EF7E90"/>
    <w:rsid w:val="00F00AE2"/>
    <w:rsid w:val="00F0185C"/>
    <w:rsid w:val="00F02421"/>
    <w:rsid w:val="00F02652"/>
    <w:rsid w:val="00F02728"/>
    <w:rsid w:val="00F04E0D"/>
    <w:rsid w:val="00F06699"/>
    <w:rsid w:val="00F121AA"/>
    <w:rsid w:val="00F127AF"/>
    <w:rsid w:val="00F1292F"/>
    <w:rsid w:val="00F147F5"/>
    <w:rsid w:val="00F16575"/>
    <w:rsid w:val="00F16E4B"/>
    <w:rsid w:val="00F254A7"/>
    <w:rsid w:val="00F32D53"/>
    <w:rsid w:val="00F3384B"/>
    <w:rsid w:val="00F34653"/>
    <w:rsid w:val="00F34669"/>
    <w:rsid w:val="00F36974"/>
    <w:rsid w:val="00F36D8D"/>
    <w:rsid w:val="00F37408"/>
    <w:rsid w:val="00F374BB"/>
    <w:rsid w:val="00F40EDE"/>
    <w:rsid w:val="00F42283"/>
    <w:rsid w:val="00F424DB"/>
    <w:rsid w:val="00F45191"/>
    <w:rsid w:val="00F46C35"/>
    <w:rsid w:val="00F50206"/>
    <w:rsid w:val="00F507F3"/>
    <w:rsid w:val="00F508CE"/>
    <w:rsid w:val="00F53176"/>
    <w:rsid w:val="00F53B7C"/>
    <w:rsid w:val="00F56118"/>
    <w:rsid w:val="00F57098"/>
    <w:rsid w:val="00F571D9"/>
    <w:rsid w:val="00F57398"/>
    <w:rsid w:val="00F61BCC"/>
    <w:rsid w:val="00F63BC8"/>
    <w:rsid w:val="00F64B56"/>
    <w:rsid w:val="00F6583E"/>
    <w:rsid w:val="00F673DF"/>
    <w:rsid w:val="00F74543"/>
    <w:rsid w:val="00F7496F"/>
    <w:rsid w:val="00F7527B"/>
    <w:rsid w:val="00F76AAB"/>
    <w:rsid w:val="00F80C8E"/>
    <w:rsid w:val="00F83810"/>
    <w:rsid w:val="00F84809"/>
    <w:rsid w:val="00F85900"/>
    <w:rsid w:val="00F8704E"/>
    <w:rsid w:val="00F87507"/>
    <w:rsid w:val="00F95022"/>
    <w:rsid w:val="00F95AD8"/>
    <w:rsid w:val="00FA1861"/>
    <w:rsid w:val="00FA340D"/>
    <w:rsid w:val="00FB2665"/>
    <w:rsid w:val="00FB3627"/>
    <w:rsid w:val="00FC078B"/>
    <w:rsid w:val="00FC0B17"/>
    <w:rsid w:val="00FC36DA"/>
    <w:rsid w:val="00FC56D4"/>
    <w:rsid w:val="00FC7DB9"/>
    <w:rsid w:val="00FD1A58"/>
    <w:rsid w:val="00FD254D"/>
    <w:rsid w:val="00FD3873"/>
    <w:rsid w:val="00FD6EC3"/>
    <w:rsid w:val="00FE11EE"/>
    <w:rsid w:val="00FE1D29"/>
    <w:rsid w:val="00FE21AD"/>
    <w:rsid w:val="00FE282F"/>
    <w:rsid w:val="00FE444E"/>
    <w:rsid w:val="00FE566D"/>
    <w:rsid w:val="00FE56E9"/>
    <w:rsid w:val="00FE593E"/>
    <w:rsid w:val="00FF1CD6"/>
    <w:rsid w:val="00FF1E84"/>
    <w:rsid w:val="00FF22E1"/>
    <w:rsid w:val="00FF4CFE"/>
    <w:rsid w:val="00FF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6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35C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35CB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table" w:styleId="TableGrid">
    <w:name w:val="Table Grid"/>
    <w:basedOn w:val="TableNormal"/>
    <w:uiPriority w:val="99"/>
    <w:rsid w:val="002E779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34F0C"/>
    <w:rPr>
      <w:rFonts w:cs="Calibri"/>
    </w:rPr>
  </w:style>
  <w:style w:type="paragraph" w:customStyle="1" w:styleId="ConsPlusNormal">
    <w:name w:val="ConsPlusNormal"/>
    <w:uiPriority w:val="99"/>
    <w:rsid w:val="00B13585"/>
    <w:pPr>
      <w:autoSpaceDE w:val="0"/>
      <w:autoSpaceDN w:val="0"/>
      <w:adjustRightInd w:val="0"/>
    </w:pPr>
    <w:rPr>
      <w:rFonts w:cs="Calibri"/>
      <w:sz w:val="26"/>
      <w:szCs w:val="26"/>
    </w:rPr>
  </w:style>
  <w:style w:type="paragraph" w:customStyle="1" w:styleId="ConsPlusCell">
    <w:name w:val="ConsPlusCell"/>
    <w:uiPriority w:val="99"/>
    <w:rsid w:val="00B13585"/>
    <w:pPr>
      <w:autoSpaceDE w:val="0"/>
      <w:autoSpaceDN w:val="0"/>
      <w:adjustRightInd w:val="0"/>
    </w:pPr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6A01B4016D7CF9A07ACE17F7D4F7478AF0C2D602E80856CB9252D622DD848485071EF12E06E07ACpFG" TargetMode="External"/><Relationship Id="rId13" Type="http://schemas.openxmlformats.org/officeDocument/2006/relationships/hyperlink" Target="consultantplus://offline/ref=2786A01B4016D7CF9A07ACE17F7D4F7478AF0F24632E80856CB9252D622DD848485071EF12E16E0CACp8G" TargetMode="External"/><Relationship Id="rId18" Type="http://schemas.openxmlformats.org/officeDocument/2006/relationships/hyperlink" Target="consultantplus://offline/ref=834779263D1053866F2E2D2A8EB44A1E236A84F07D1551C7E0DE583E963E6A253A17E3BBB75E393AFC9B61h8t1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34779263D1053866F2E2D2A8EB44A1E236A84F07D1551C7E0DE583E963E6A25h3tAD" TargetMode="External"/><Relationship Id="rId7" Type="http://schemas.openxmlformats.org/officeDocument/2006/relationships/hyperlink" Target="consultantplus://offline/ref=2786A01B4016D7CF9A07ACE17F7D4F7478AF0C2D602E80856CB9252D622DD848485071EF12E06E09ACp5G" TargetMode="External"/><Relationship Id="rId12" Type="http://schemas.openxmlformats.org/officeDocument/2006/relationships/hyperlink" Target="consultantplus://offline/ref=2786A01B4016D7CF9A07B2EC6911117A7EA65329642C89D533E67E703524D21F0F1F28AD56ED6F0ECD7B49A6p1G" TargetMode="External"/><Relationship Id="rId17" Type="http://schemas.openxmlformats.org/officeDocument/2006/relationships/hyperlink" Target="consultantplus://offline/ref=834779263D1053866F2E2D2A8EB44A1E236A84F07D1551C7E0DE583E963E6A25h3tA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786A01B4016D7CF9A07ACE17F7D4F7478AF0F23672880856CB9252D622DD848485071EF12E06A06ACpDG" TargetMode="External"/><Relationship Id="rId20" Type="http://schemas.openxmlformats.org/officeDocument/2006/relationships/hyperlink" Target="consultantplus://offline/ref=834779263D1053866F2E332798D814102D69D9FF7E1B049FB0D80F61hCt6D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86A01B4016D7CF9A07ACE17F7D4F7478AF0C2D602E80856CB9252D622DD848485071EF12E06E08ACpEG" TargetMode="External"/><Relationship Id="rId11" Type="http://schemas.openxmlformats.org/officeDocument/2006/relationships/hyperlink" Target="consultantplus://offline/ref=2786A01B4016D7CF9A07ACE17F7D4F7478AF0C2D602E80856CB9252D622DD848485071EF12E06E08ACpEG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2786A01B4016D7CF9A07ACE17F7D4F7478AF0F23672880856CB9252D622DD848485071EF12E06F0FACpEG" TargetMode="External"/><Relationship Id="rId15" Type="http://schemas.openxmlformats.org/officeDocument/2006/relationships/hyperlink" Target="consultantplus://offline/ref=2786A01B4016D7CF9A07ACE17F7D4F7478AF0C2D602E80856CB9252D622DD848485071EF12E06F07ACpE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F338B223519337062A0E47D290E975F40E6BDC4CFAA8B09909F4052BF519109l5OEH" TargetMode="External"/><Relationship Id="rId19" Type="http://schemas.openxmlformats.org/officeDocument/2006/relationships/hyperlink" Target="consultantplus://offline/ref=834779263D1053866F2E2D2A8EB44A1E236A84F07D1551C7E0DE583E963E6A25h3t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86A01B4016D7CF9A07ACE17F7D4F7478AF0C2D602E80856CB9252D622DD848485071EF12E06F0EACp9G" TargetMode="External"/><Relationship Id="rId14" Type="http://schemas.openxmlformats.org/officeDocument/2006/relationships/hyperlink" Target="consultantplus://offline/ref=2786A01B4016D7CF9A07B2EC6911117A7EA65329642C89D533E67E703524D21F0F1F28AD56ED6F0ECD794CA6pDG" TargetMode="External"/><Relationship Id="rId22" Type="http://schemas.openxmlformats.org/officeDocument/2006/relationships/hyperlink" Target="consultantplus://offline/ref=834779263D1053866F2E2D2A8EB44A1E236A84F07D1551C7E0DE583E963E6A253A17E3BBB75E393AFC9E6Dh8t8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10</Pages>
  <Words>4157</Words>
  <Characters>23695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orgotdeluhn</dc:creator>
  <cp:keywords/>
  <dc:description/>
  <cp:lastModifiedBy>UserPC</cp:lastModifiedBy>
  <cp:revision>5</cp:revision>
  <cp:lastPrinted>2015-10-12T13:08:00Z</cp:lastPrinted>
  <dcterms:created xsi:type="dcterms:W3CDTF">2015-10-07T15:25:00Z</dcterms:created>
  <dcterms:modified xsi:type="dcterms:W3CDTF">2015-10-12T13:18:00Z</dcterms:modified>
</cp:coreProperties>
</file>